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73493" w14:textId="77777777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970C31">
        <w:rPr>
          <w:rFonts w:ascii="Times New Roman" w:hAnsi="Times New Roman"/>
          <w:b/>
          <w:bCs/>
          <w:sz w:val="24"/>
          <w:szCs w:val="24"/>
        </w:rPr>
        <w:tab/>
      </w:r>
      <w:r w:rsidRPr="00970C31">
        <w:rPr>
          <w:rFonts w:ascii="Times New Roman" w:hAnsi="Times New Roman"/>
          <w:b/>
          <w:bCs/>
          <w:sz w:val="24"/>
          <w:szCs w:val="24"/>
        </w:rPr>
        <w:tab/>
      </w:r>
      <w:r w:rsidRPr="00970C31">
        <w:rPr>
          <w:rFonts w:ascii="Times New Roman" w:hAnsi="Times New Roman"/>
          <w:b/>
          <w:bCs/>
          <w:sz w:val="24"/>
          <w:szCs w:val="24"/>
        </w:rPr>
        <w:tab/>
      </w:r>
      <w:r w:rsidRPr="00970C31">
        <w:rPr>
          <w:rFonts w:ascii="Times New Roman" w:hAnsi="Times New Roman"/>
          <w:b/>
          <w:bCs/>
          <w:sz w:val="24"/>
          <w:szCs w:val="24"/>
        </w:rPr>
        <w:tab/>
      </w:r>
      <w:r w:rsidRPr="00970C3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970C3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970C3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970C3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970C3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970C31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970C31">
        <w:rPr>
          <w:rFonts w:ascii="Times New Roman" w:hAnsi="Times New Roman"/>
          <w:bCs/>
          <w:i/>
          <w:sz w:val="24"/>
          <w:szCs w:val="24"/>
        </w:rPr>
        <w:t>12/2019</w:t>
      </w:r>
    </w:p>
    <w:p w14:paraId="5538DA85" w14:textId="77777777" w:rsidR="00A433D8" w:rsidRPr="00970C31" w:rsidRDefault="00A433D8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01240879" w14:textId="77777777" w:rsidR="0085747A" w:rsidRPr="00970C31" w:rsidRDefault="0085747A" w:rsidP="00970C31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70C31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E65A980" w14:textId="77777777" w:rsidR="0085747A" w:rsidRDefault="0071620A" w:rsidP="00970C31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70C3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680684" w:rsidRPr="00970C31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7D247F65" w14:textId="77777777" w:rsidR="00A433D8" w:rsidRPr="00970C31" w:rsidRDefault="00A433D8" w:rsidP="00970C31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7C384092" w14:textId="77777777" w:rsidR="00445970" w:rsidRPr="00970C31" w:rsidRDefault="00A433D8" w:rsidP="00970C31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680684" w:rsidRPr="00970C31">
        <w:rPr>
          <w:rFonts w:ascii="Times New Roman" w:hAnsi="Times New Roman"/>
          <w:sz w:val="24"/>
          <w:szCs w:val="24"/>
        </w:rPr>
        <w:t>202</w:t>
      </w:r>
      <w:r w:rsidR="002D4949">
        <w:rPr>
          <w:rFonts w:ascii="Times New Roman" w:hAnsi="Times New Roman"/>
          <w:sz w:val="24"/>
          <w:szCs w:val="24"/>
        </w:rPr>
        <w:t>3-</w:t>
      </w:r>
      <w:r w:rsidR="00680684" w:rsidRPr="00970C31">
        <w:rPr>
          <w:rFonts w:ascii="Times New Roman" w:hAnsi="Times New Roman"/>
          <w:sz w:val="24"/>
          <w:szCs w:val="24"/>
        </w:rPr>
        <w:t>202</w:t>
      </w:r>
      <w:r w:rsidR="002D4949">
        <w:rPr>
          <w:rFonts w:ascii="Times New Roman" w:hAnsi="Times New Roman"/>
          <w:sz w:val="24"/>
          <w:szCs w:val="24"/>
        </w:rPr>
        <w:t>4 i 2024-</w:t>
      </w:r>
      <w:r w:rsidR="00977CC0">
        <w:rPr>
          <w:rFonts w:ascii="Times New Roman" w:hAnsi="Times New Roman"/>
          <w:sz w:val="24"/>
          <w:szCs w:val="24"/>
        </w:rPr>
        <w:t>2025</w:t>
      </w:r>
    </w:p>
    <w:p w14:paraId="15121D0C" w14:textId="77777777" w:rsidR="0085747A" w:rsidRPr="00970C3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F12082" w14:textId="77777777" w:rsidR="0085747A" w:rsidRPr="00970C3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970C31">
        <w:rPr>
          <w:szCs w:val="24"/>
        </w:rPr>
        <w:t xml:space="preserve">1. </w:t>
      </w:r>
      <w:r w:rsidR="0085747A" w:rsidRPr="00970C31">
        <w:rPr>
          <w:szCs w:val="24"/>
        </w:rPr>
        <w:t xml:space="preserve">Podstawowe </w:t>
      </w:r>
      <w:r w:rsidR="00445970" w:rsidRPr="00970C31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70C31" w14:paraId="46645798" w14:textId="77777777" w:rsidTr="0058310B">
        <w:tc>
          <w:tcPr>
            <w:tcW w:w="2694" w:type="dxa"/>
            <w:vAlign w:val="center"/>
          </w:tcPr>
          <w:p w14:paraId="2779228D" w14:textId="77777777" w:rsidR="0085747A" w:rsidRPr="00970C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2F307F" w14:textId="77777777" w:rsidR="0085747A" w:rsidRPr="002D4949" w:rsidRDefault="00012A90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2D4949">
              <w:rPr>
                <w:sz w:val="24"/>
                <w:szCs w:val="24"/>
              </w:rPr>
              <w:t>Psychologia rozwoju człowieka</w:t>
            </w:r>
          </w:p>
        </w:tc>
      </w:tr>
      <w:tr w:rsidR="0085747A" w:rsidRPr="00970C31" w14:paraId="33247879" w14:textId="77777777" w:rsidTr="0058310B">
        <w:tc>
          <w:tcPr>
            <w:tcW w:w="2694" w:type="dxa"/>
            <w:vAlign w:val="center"/>
          </w:tcPr>
          <w:p w14:paraId="12814BF2" w14:textId="77777777" w:rsidR="0085747A" w:rsidRPr="00970C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Kod przedmiotu</w:t>
            </w:r>
            <w:r w:rsidR="0085747A" w:rsidRPr="00970C31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4B41B5" w14:textId="77777777" w:rsidR="0085747A" w:rsidRPr="00970C31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970C31" w14:paraId="7CFCFB0E" w14:textId="77777777" w:rsidTr="0058310B">
        <w:tc>
          <w:tcPr>
            <w:tcW w:w="2694" w:type="dxa"/>
            <w:vAlign w:val="center"/>
          </w:tcPr>
          <w:p w14:paraId="192E8AE2" w14:textId="77777777" w:rsidR="0085747A" w:rsidRPr="00970C31" w:rsidRDefault="00A433D8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970C31">
              <w:rPr>
                <w:sz w:val="24"/>
                <w:szCs w:val="24"/>
              </w:rPr>
              <w:t>azwa</w:t>
            </w:r>
            <w:r w:rsidR="00C05F44" w:rsidRPr="00970C31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992BA2C" w14:textId="77777777" w:rsidR="0085747A" w:rsidRPr="00970C31" w:rsidRDefault="009C6A2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70C31" w14:paraId="7B265EDD" w14:textId="77777777" w:rsidTr="0058310B">
        <w:tc>
          <w:tcPr>
            <w:tcW w:w="2694" w:type="dxa"/>
            <w:vAlign w:val="center"/>
          </w:tcPr>
          <w:p w14:paraId="10383675" w14:textId="77777777" w:rsidR="0085747A" w:rsidRPr="0097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8DEF68" w14:textId="77777777" w:rsidR="0085747A" w:rsidRPr="00970C31" w:rsidRDefault="00B30D2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70C31" w14:paraId="5A6ABD05" w14:textId="77777777" w:rsidTr="0058310B">
        <w:tc>
          <w:tcPr>
            <w:tcW w:w="2694" w:type="dxa"/>
            <w:vAlign w:val="center"/>
          </w:tcPr>
          <w:p w14:paraId="0A124EAE" w14:textId="77777777" w:rsidR="0085747A" w:rsidRPr="0097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612F91" w14:textId="77777777" w:rsidR="0085747A" w:rsidRPr="00970C31" w:rsidRDefault="00ED1E3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Psychologia</w:t>
            </w:r>
          </w:p>
        </w:tc>
      </w:tr>
      <w:tr w:rsidR="0058310B" w:rsidRPr="00970C31" w14:paraId="3E085F27" w14:textId="77777777" w:rsidTr="0058310B">
        <w:tc>
          <w:tcPr>
            <w:tcW w:w="2694" w:type="dxa"/>
            <w:vAlign w:val="center"/>
          </w:tcPr>
          <w:p w14:paraId="4BE23FA8" w14:textId="77777777" w:rsidR="0058310B" w:rsidRPr="00970C31" w:rsidRDefault="0058310B" w:rsidP="0058310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B0FDE0" w14:textId="720171C6" w:rsidR="0058310B" w:rsidRPr="00970C31" w:rsidRDefault="00AA7615" w:rsidP="0058310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991F71">
              <w:rPr>
                <w:b w:val="0"/>
                <w:sz w:val="24"/>
                <w:szCs w:val="24"/>
              </w:rPr>
              <w:t>tudia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58310B" w:rsidRPr="00970C31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58310B" w:rsidRPr="00970C31" w14:paraId="6CFC9647" w14:textId="77777777" w:rsidTr="0058310B">
        <w:tc>
          <w:tcPr>
            <w:tcW w:w="2694" w:type="dxa"/>
            <w:vAlign w:val="center"/>
          </w:tcPr>
          <w:p w14:paraId="623740C5" w14:textId="77777777" w:rsidR="0058310B" w:rsidRPr="00970C31" w:rsidRDefault="0058310B" w:rsidP="0058310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BCAB17" w14:textId="77777777" w:rsidR="0058310B" w:rsidRPr="00970C31" w:rsidRDefault="0058310B" w:rsidP="0058310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970C31" w14:paraId="22083BD2" w14:textId="77777777" w:rsidTr="0058310B">
        <w:tc>
          <w:tcPr>
            <w:tcW w:w="2694" w:type="dxa"/>
            <w:vAlign w:val="center"/>
          </w:tcPr>
          <w:p w14:paraId="311E04A0" w14:textId="77777777" w:rsidR="0085747A" w:rsidRPr="0097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A43814" w14:textId="77777777" w:rsidR="0085747A" w:rsidRPr="00970C31" w:rsidRDefault="0058310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970C31" w14:paraId="7B95161F" w14:textId="77777777" w:rsidTr="0058310B">
        <w:tc>
          <w:tcPr>
            <w:tcW w:w="2694" w:type="dxa"/>
            <w:vAlign w:val="center"/>
          </w:tcPr>
          <w:p w14:paraId="30EBB7FD" w14:textId="77777777" w:rsidR="0085747A" w:rsidRPr="0097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Rok i semestr</w:t>
            </w:r>
            <w:r w:rsidR="0030395F" w:rsidRPr="00970C31">
              <w:rPr>
                <w:sz w:val="24"/>
                <w:szCs w:val="24"/>
              </w:rPr>
              <w:t>/y</w:t>
            </w:r>
            <w:r w:rsidRPr="00970C31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DFE3070" w14:textId="2F02BD9F" w:rsidR="0085747A" w:rsidRPr="00970C31" w:rsidRDefault="00CD1542" w:rsidP="002D4949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I rok, semestr</w:t>
            </w:r>
            <w:r w:rsidR="00AA7615">
              <w:rPr>
                <w:b w:val="0"/>
                <w:sz w:val="24"/>
                <w:szCs w:val="24"/>
              </w:rPr>
              <w:t xml:space="preserve"> </w:t>
            </w:r>
            <w:r w:rsidR="002D4949" w:rsidRPr="00970C31">
              <w:rPr>
                <w:b w:val="0"/>
                <w:sz w:val="24"/>
                <w:szCs w:val="24"/>
              </w:rPr>
              <w:t>2</w:t>
            </w:r>
            <w:r w:rsidRPr="00970C31">
              <w:rPr>
                <w:b w:val="0"/>
                <w:sz w:val="24"/>
                <w:szCs w:val="24"/>
              </w:rPr>
              <w:t>; II rok, semestr</w:t>
            </w:r>
            <w:r w:rsidR="00AA7615">
              <w:rPr>
                <w:b w:val="0"/>
                <w:sz w:val="24"/>
                <w:szCs w:val="24"/>
              </w:rPr>
              <w:t xml:space="preserve"> </w:t>
            </w:r>
            <w:r w:rsidR="002D4949" w:rsidRPr="00970C31">
              <w:rPr>
                <w:b w:val="0"/>
                <w:sz w:val="24"/>
                <w:szCs w:val="24"/>
              </w:rPr>
              <w:t>3</w:t>
            </w:r>
          </w:p>
        </w:tc>
      </w:tr>
      <w:tr w:rsidR="0085747A" w:rsidRPr="00970C31" w14:paraId="6E29D9B5" w14:textId="77777777" w:rsidTr="0058310B">
        <w:tc>
          <w:tcPr>
            <w:tcW w:w="2694" w:type="dxa"/>
            <w:vAlign w:val="center"/>
          </w:tcPr>
          <w:p w14:paraId="217E9082" w14:textId="77777777" w:rsidR="0085747A" w:rsidRPr="0097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7A9EC6" w14:textId="3DBDB2A8" w:rsidR="0085747A" w:rsidRPr="00970C31" w:rsidRDefault="00AA761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2D4949">
              <w:rPr>
                <w:b w:val="0"/>
                <w:sz w:val="24"/>
                <w:szCs w:val="24"/>
              </w:rPr>
              <w:t>rzedmiot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465C8C" w:rsidRPr="00970C31">
              <w:rPr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970C31" w14:paraId="31BB1D74" w14:textId="77777777" w:rsidTr="0058310B">
        <w:tc>
          <w:tcPr>
            <w:tcW w:w="2694" w:type="dxa"/>
            <w:vAlign w:val="center"/>
          </w:tcPr>
          <w:p w14:paraId="5691F568" w14:textId="77777777" w:rsidR="00923D7D" w:rsidRPr="00970C3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806BFA" w14:textId="77777777" w:rsidR="00923D7D" w:rsidRPr="00970C31" w:rsidRDefault="00FF241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970C31" w14:paraId="1EEC10C8" w14:textId="77777777" w:rsidTr="0058310B">
        <w:tc>
          <w:tcPr>
            <w:tcW w:w="2694" w:type="dxa"/>
            <w:vAlign w:val="center"/>
          </w:tcPr>
          <w:p w14:paraId="7265B77D" w14:textId="77777777" w:rsidR="0085747A" w:rsidRPr="0097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3D3A22" w14:textId="77777777" w:rsidR="0085747A" w:rsidRPr="00970C31" w:rsidRDefault="009F183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d</w:t>
            </w:r>
            <w:r w:rsidR="006A5034" w:rsidRPr="00970C31">
              <w:rPr>
                <w:b w:val="0"/>
                <w:sz w:val="24"/>
                <w:szCs w:val="24"/>
              </w:rPr>
              <w:t>r Tomasz Gosztyła</w:t>
            </w:r>
          </w:p>
        </w:tc>
      </w:tr>
      <w:tr w:rsidR="0021532D" w:rsidRPr="00970C31" w14:paraId="3E873A9F" w14:textId="77777777" w:rsidTr="0058310B">
        <w:tc>
          <w:tcPr>
            <w:tcW w:w="2694" w:type="dxa"/>
            <w:vAlign w:val="center"/>
          </w:tcPr>
          <w:p w14:paraId="614C87BF" w14:textId="77777777" w:rsidR="0021532D" w:rsidRPr="00970C31" w:rsidRDefault="0021532D" w:rsidP="0021532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0081FA" w14:textId="77777777" w:rsidR="0021532D" w:rsidRPr="00970C31" w:rsidRDefault="0021532D" w:rsidP="0021532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dr Tomasz Gosztyła</w:t>
            </w:r>
          </w:p>
        </w:tc>
      </w:tr>
    </w:tbl>
    <w:p w14:paraId="64E0C7B1" w14:textId="77777777" w:rsidR="00923D7D" w:rsidRPr="00970C31" w:rsidRDefault="00923D7D" w:rsidP="009C54AE">
      <w:pPr>
        <w:pStyle w:val="Podpunkty"/>
        <w:ind w:left="0"/>
        <w:rPr>
          <w:sz w:val="24"/>
          <w:szCs w:val="24"/>
        </w:rPr>
      </w:pPr>
    </w:p>
    <w:p w14:paraId="1E59BAA7" w14:textId="77777777" w:rsidR="0085747A" w:rsidRPr="00970C31" w:rsidRDefault="0085747A" w:rsidP="009C54AE">
      <w:pPr>
        <w:pStyle w:val="Podpunkty"/>
        <w:ind w:left="284"/>
        <w:rPr>
          <w:sz w:val="24"/>
          <w:szCs w:val="24"/>
        </w:rPr>
      </w:pPr>
      <w:r w:rsidRPr="00970C31">
        <w:rPr>
          <w:sz w:val="24"/>
          <w:szCs w:val="24"/>
        </w:rPr>
        <w:t>1.</w:t>
      </w:r>
      <w:r w:rsidR="00E22FBC" w:rsidRPr="00970C31">
        <w:rPr>
          <w:sz w:val="24"/>
          <w:szCs w:val="24"/>
        </w:rPr>
        <w:t>1</w:t>
      </w:r>
      <w:r w:rsidRPr="00970C31">
        <w:rPr>
          <w:sz w:val="24"/>
          <w:szCs w:val="24"/>
        </w:rPr>
        <w:t xml:space="preserve">.Formy zajęć dydaktycznych, wymiar godzin i punktów ECTS </w:t>
      </w:r>
    </w:p>
    <w:p w14:paraId="735A5AFA" w14:textId="77777777" w:rsidR="00923D7D" w:rsidRPr="00970C3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970C31" w14:paraId="491D886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1F81" w14:textId="77777777" w:rsidR="00015B8F" w:rsidRPr="00970C3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70C31">
              <w:rPr>
                <w:szCs w:val="24"/>
              </w:rPr>
              <w:t>Semestr</w:t>
            </w:r>
          </w:p>
          <w:p w14:paraId="65028D46" w14:textId="77777777" w:rsidR="00015B8F" w:rsidRPr="00970C3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70C31">
              <w:rPr>
                <w:szCs w:val="24"/>
              </w:rPr>
              <w:t>(</w:t>
            </w:r>
            <w:r w:rsidR="00363F78" w:rsidRPr="00970C31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A88C" w14:textId="77777777" w:rsidR="00015B8F" w:rsidRPr="00970C3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70C31">
              <w:rPr>
                <w:szCs w:val="24"/>
              </w:rPr>
              <w:t>Wykł</w:t>
            </w:r>
            <w:proofErr w:type="spellEnd"/>
            <w:r w:rsidRPr="00970C31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CED6" w14:textId="77777777" w:rsidR="00015B8F" w:rsidRPr="00970C3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70C31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3C8A1" w14:textId="77777777" w:rsidR="00015B8F" w:rsidRPr="00970C3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70C31">
              <w:rPr>
                <w:szCs w:val="24"/>
              </w:rPr>
              <w:t>Konw</w:t>
            </w:r>
            <w:proofErr w:type="spellEnd"/>
            <w:r w:rsidRPr="00970C31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76A6" w14:textId="77777777" w:rsidR="00015B8F" w:rsidRPr="00970C3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70C31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6D96" w14:textId="77777777" w:rsidR="00015B8F" w:rsidRPr="00970C3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70C31">
              <w:rPr>
                <w:szCs w:val="24"/>
              </w:rPr>
              <w:t>Sem</w:t>
            </w:r>
            <w:proofErr w:type="spellEnd"/>
            <w:r w:rsidRPr="00970C31">
              <w:rPr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0DE92" w14:textId="77777777" w:rsidR="00015B8F" w:rsidRPr="00970C3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70C31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76106" w14:textId="77777777" w:rsidR="00015B8F" w:rsidRPr="00970C3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70C31">
              <w:rPr>
                <w:szCs w:val="24"/>
              </w:rPr>
              <w:t>Prakt</w:t>
            </w:r>
            <w:proofErr w:type="spellEnd"/>
            <w:r w:rsidRPr="00970C31">
              <w:rPr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2927" w14:textId="77777777" w:rsidR="00015B8F" w:rsidRPr="00970C3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70C31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18E50" w14:textId="77777777" w:rsidR="00015B8F" w:rsidRPr="00970C3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70C31">
              <w:rPr>
                <w:b/>
                <w:szCs w:val="24"/>
              </w:rPr>
              <w:t>Liczba pkt</w:t>
            </w:r>
            <w:r w:rsidR="00B90885" w:rsidRPr="00970C31">
              <w:rPr>
                <w:b/>
                <w:szCs w:val="24"/>
              </w:rPr>
              <w:t>.</w:t>
            </w:r>
            <w:r w:rsidRPr="00970C31">
              <w:rPr>
                <w:b/>
                <w:szCs w:val="24"/>
              </w:rPr>
              <w:t xml:space="preserve"> ECTS</w:t>
            </w:r>
          </w:p>
        </w:tc>
      </w:tr>
      <w:tr w:rsidR="00015B8F" w:rsidRPr="00970C31" w14:paraId="29D34CD4" w14:textId="77777777" w:rsidTr="001B36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9C21" w14:textId="77777777" w:rsidR="00015B8F" w:rsidRPr="00970C31" w:rsidRDefault="002D4949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671E" w14:textId="77777777" w:rsidR="00015B8F" w:rsidRPr="00970C31" w:rsidRDefault="00012A90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CE88" w14:textId="77777777" w:rsidR="00015B8F" w:rsidRPr="00970C31" w:rsidRDefault="00012A90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E8B5" w14:textId="77777777" w:rsidR="00015B8F" w:rsidRPr="00970C31" w:rsidRDefault="00015B8F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5587" w14:textId="77777777" w:rsidR="00015B8F" w:rsidRPr="00970C31" w:rsidRDefault="00015B8F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D37D" w14:textId="77777777" w:rsidR="00015B8F" w:rsidRPr="00970C31" w:rsidRDefault="00015B8F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4C21" w14:textId="77777777" w:rsidR="00015B8F" w:rsidRPr="00970C31" w:rsidRDefault="00015B8F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9980" w14:textId="77777777" w:rsidR="00015B8F" w:rsidRPr="00970C31" w:rsidRDefault="00015B8F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CC19" w14:textId="77777777" w:rsidR="00015B8F" w:rsidRPr="00970C31" w:rsidRDefault="00015B8F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93A7" w14:textId="77777777" w:rsidR="00015B8F" w:rsidRPr="00970C31" w:rsidRDefault="00D92712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0395F" w:rsidRPr="00970C31" w14:paraId="19B916F2" w14:textId="77777777" w:rsidTr="001B36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2EB8" w14:textId="77777777" w:rsidR="0030395F" w:rsidRPr="00970C31" w:rsidRDefault="002D4949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0A2F" w14:textId="77777777" w:rsidR="0030395F" w:rsidRPr="00970C31" w:rsidRDefault="00012A90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6F8A" w14:textId="77777777" w:rsidR="0030395F" w:rsidRPr="00970C31" w:rsidRDefault="00012A90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B907" w14:textId="77777777" w:rsidR="0030395F" w:rsidRPr="00970C31" w:rsidRDefault="0030395F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2EB6" w14:textId="77777777" w:rsidR="0030395F" w:rsidRPr="00970C31" w:rsidRDefault="0030395F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EEFB" w14:textId="77777777" w:rsidR="0030395F" w:rsidRPr="00970C31" w:rsidRDefault="0030395F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FE8E" w14:textId="77777777" w:rsidR="0030395F" w:rsidRPr="00970C31" w:rsidRDefault="0030395F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7297" w14:textId="77777777" w:rsidR="0030395F" w:rsidRPr="00970C31" w:rsidRDefault="0030395F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DF01" w14:textId="77777777" w:rsidR="0030395F" w:rsidRPr="00970C31" w:rsidRDefault="0030395F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DC2A" w14:textId="77777777" w:rsidR="0030395F" w:rsidRPr="00970C31" w:rsidRDefault="00D92712" w:rsidP="001B36A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6CB1F3AA" w14:textId="77777777" w:rsidR="00923D7D" w:rsidRPr="00970C3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01DDB1FB" w14:textId="77777777" w:rsidR="00923D7D" w:rsidRPr="00970C3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310188FB" w14:textId="77777777" w:rsidR="0085747A" w:rsidRPr="00970C3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970C31">
        <w:rPr>
          <w:smallCaps w:val="0"/>
          <w:szCs w:val="24"/>
        </w:rPr>
        <w:t>1.</w:t>
      </w:r>
      <w:r w:rsidR="00E22FBC" w:rsidRPr="00970C31">
        <w:rPr>
          <w:smallCaps w:val="0"/>
          <w:szCs w:val="24"/>
        </w:rPr>
        <w:t>2</w:t>
      </w:r>
      <w:r w:rsidR="00F83B28" w:rsidRPr="00970C31">
        <w:rPr>
          <w:smallCaps w:val="0"/>
          <w:szCs w:val="24"/>
        </w:rPr>
        <w:t>.</w:t>
      </w:r>
      <w:r w:rsidR="00F83B28" w:rsidRPr="00970C31">
        <w:rPr>
          <w:smallCaps w:val="0"/>
          <w:szCs w:val="24"/>
        </w:rPr>
        <w:tab/>
      </w:r>
      <w:r w:rsidRPr="00970C31">
        <w:rPr>
          <w:smallCaps w:val="0"/>
          <w:szCs w:val="24"/>
        </w:rPr>
        <w:t xml:space="preserve">Sposób realizacji zajęć  </w:t>
      </w:r>
    </w:p>
    <w:p w14:paraId="22F0D1C4" w14:textId="77777777" w:rsidR="0085747A" w:rsidRPr="00970C31" w:rsidRDefault="00A92ED9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970C31">
        <w:rPr>
          <w:rFonts w:eastAsia="MS Gothic"/>
          <w:b w:val="0"/>
          <w:szCs w:val="24"/>
        </w:rPr>
        <w:sym w:font="Symbol" w:char="F0D6"/>
      </w:r>
      <w:r w:rsidR="0085747A" w:rsidRPr="00970C31">
        <w:rPr>
          <w:b w:val="0"/>
          <w:smallCaps w:val="0"/>
          <w:szCs w:val="24"/>
        </w:rPr>
        <w:t xml:space="preserve">zajęcia w formie tradycyjnej </w:t>
      </w:r>
    </w:p>
    <w:p w14:paraId="0BAC08C0" w14:textId="77777777" w:rsidR="0085747A" w:rsidRPr="00970C31" w:rsidRDefault="00A92ED9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970C31">
        <w:rPr>
          <w:rFonts w:eastAsia="MS Gothic"/>
          <w:b w:val="0"/>
          <w:szCs w:val="24"/>
        </w:rPr>
        <w:sym w:font="Symbol" w:char="F0D6"/>
      </w:r>
      <w:r w:rsidR="0085747A" w:rsidRPr="00970C31">
        <w:rPr>
          <w:b w:val="0"/>
          <w:smallCaps w:val="0"/>
          <w:szCs w:val="24"/>
        </w:rPr>
        <w:t>zajęcia realizowane z wykorzystaniem metod i technik kształcenia na odległość</w:t>
      </w:r>
    </w:p>
    <w:p w14:paraId="61D8583C" w14:textId="77777777" w:rsidR="0085747A" w:rsidRPr="00970C3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43BDCF43" w14:textId="77777777" w:rsidR="00E22FBC" w:rsidRPr="00970C3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970C31">
        <w:rPr>
          <w:smallCaps w:val="0"/>
          <w:szCs w:val="24"/>
        </w:rPr>
        <w:t xml:space="preserve">1.3 </w:t>
      </w:r>
      <w:r w:rsidR="00F83B28" w:rsidRPr="00970C31">
        <w:rPr>
          <w:smallCaps w:val="0"/>
          <w:szCs w:val="24"/>
        </w:rPr>
        <w:tab/>
      </w:r>
      <w:r w:rsidRPr="00970C31">
        <w:rPr>
          <w:smallCaps w:val="0"/>
          <w:szCs w:val="24"/>
        </w:rPr>
        <w:t>For</w:t>
      </w:r>
      <w:r w:rsidR="00445970" w:rsidRPr="00970C31">
        <w:rPr>
          <w:smallCaps w:val="0"/>
          <w:szCs w:val="24"/>
        </w:rPr>
        <w:t xml:space="preserve">ma zaliczenia przedmiotu </w:t>
      </w:r>
      <w:r w:rsidRPr="00970C31">
        <w:rPr>
          <w:smallCaps w:val="0"/>
          <w:szCs w:val="24"/>
        </w:rPr>
        <w:t>(z toku)</w:t>
      </w:r>
      <w:r w:rsidR="006A5034" w:rsidRPr="00970C31">
        <w:rPr>
          <w:smallCaps w:val="0"/>
          <w:szCs w:val="24"/>
        </w:rPr>
        <w:t xml:space="preserve">: </w:t>
      </w:r>
      <w:r w:rsidR="00270C0E" w:rsidRPr="00970C31">
        <w:rPr>
          <w:b w:val="0"/>
          <w:smallCaps w:val="0"/>
          <w:szCs w:val="24"/>
        </w:rPr>
        <w:t>egzamin</w:t>
      </w:r>
    </w:p>
    <w:p w14:paraId="63C51288" w14:textId="77777777" w:rsidR="00E960BB" w:rsidRPr="00970C31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1A64D967" w14:textId="77777777" w:rsidR="00E960BB" w:rsidRPr="00970C31" w:rsidRDefault="0085747A" w:rsidP="009C54AE">
      <w:pPr>
        <w:pStyle w:val="Punktygwne"/>
        <w:spacing w:before="0" w:after="0"/>
        <w:rPr>
          <w:szCs w:val="24"/>
        </w:rPr>
      </w:pPr>
      <w:r w:rsidRPr="00970C31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70C31" w14:paraId="399132EE" w14:textId="77777777" w:rsidTr="00745302">
        <w:tc>
          <w:tcPr>
            <w:tcW w:w="9670" w:type="dxa"/>
          </w:tcPr>
          <w:p w14:paraId="29F510C6" w14:textId="77777777" w:rsidR="0085747A" w:rsidRPr="00970C31" w:rsidRDefault="00A92ED9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970C31">
              <w:rPr>
                <w:b w:val="0"/>
                <w:smallCaps w:val="0"/>
                <w:color w:val="000000"/>
                <w:szCs w:val="24"/>
              </w:rPr>
              <w:t>Zaliczone zajęcia z „Wprowadzenia do psychologii”</w:t>
            </w:r>
          </w:p>
        </w:tc>
      </w:tr>
    </w:tbl>
    <w:p w14:paraId="125B9461" w14:textId="77777777" w:rsidR="001B36A8" w:rsidRDefault="001B36A8" w:rsidP="009C54AE">
      <w:pPr>
        <w:pStyle w:val="Punktygwne"/>
        <w:spacing w:before="0" w:after="0"/>
        <w:rPr>
          <w:szCs w:val="24"/>
        </w:rPr>
      </w:pPr>
    </w:p>
    <w:p w14:paraId="5E57FE64" w14:textId="77777777" w:rsidR="0085747A" w:rsidRPr="00970C31" w:rsidRDefault="0071620A" w:rsidP="009C54AE">
      <w:pPr>
        <w:pStyle w:val="Punktygwne"/>
        <w:spacing w:before="0" w:after="0"/>
        <w:rPr>
          <w:szCs w:val="24"/>
        </w:rPr>
      </w:pPr>
      <w:r w:rsidRPr="00970C31">
        <w:rPr>
          <w:szCs w:val="24"/>
        </w:rPr>
        <w:t>3.</w:t>
      </w:r>
      <w:r w:rsidR="00A84C85" w:rsidRPr="00970C31">
        <w:rPr>
          <w:szCs w:val="24"/>
        </w:rPr>
        <w:t>cele, efekty uczenia się</w:t>
      </w:r>
      <w:r w:rsidR="0085747A" w:rsidRPr="00970C31">
        <w:rPr>
          <w:szCs w:val="24"/>
        </w:rPr>
        <w:t>, treści Programowe i stosowane metody Dydaktyczne</w:t>
      </w:r>
    </w:p>
    <w:p w14:paraId="70C72229" w14:textId="77777777" w:rsidR="0085747A" w:rsidRPr="00970C31" w:rsidRDefault="0085747A" w:rsidP="009C54AE">
      <w:pPr>
        <w:pStyle w:val="Punktygwne"/>
        <w:spacing w:before="0" w:after="0"/>
        <w:rPr>
          <w:szCs w:val="24"/>
        </w:rPr>
      </w:pPr>
    </w:p>
    <w:p w14:paraId="227664F3" w14:textId="77777777" w:rsidR="00F83B28" w:rsidRPr="00A433D8" w:rsidRDefault="0071620A" w:rsidP="009C54AE">
      <w:pPr>
        <w:pStyle w:val="Podpunkty"/>
        <w:rPr>
          <w:sz w:val="24"/>
          <w:szCs w:val="24"/>
        </w:rPr>
      </w:pPr>
      <w:r w:rsidRPr="00970C31">
        <w:rPr>
          <w:sz w:val="24"/>
          <w:szCs w:val="24"/>
        </w:rPr>
        <w:t xml:space="preserve">3.1 </w:t>
      </w:r>
      <w:r w:rsidR="00C05F44" w:rsidRPr="00970C31">
        <w:rPr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10B07" w:rsidRPr="00970C31" w14:paraId="60E7BC1A" w14:textId="77777777" w:rsidTr="00C10B07">
        <w:tc>
          <w:tcPr>
            <w:tcW w:w="845" w:type="dxa"/>
            <w:vAlign w:val="center"/>
          </w:tcPr>
          <w:p w14:paraId="330B810A" w14:textId="77777777" w:rsidR="00C10B07" w:rsidRPr="00970C31" w:rsidRDefault="00C10B07" w:rsidP="00C10B0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B623067" w14:textId="77777777" w:rsidR="00C10B07" w:rsidRPr="00970C31" w:rsidRDefault="00C10B07" w:rsidP="00C10B0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przybliżenie studentom problemów, zadań i obszarów aplikacji współczesnej psychologii rozwoju człowieka</w:t>
            </w:r>
          </w:p>
        </w:tc>
      </w:tr>
      <w:tr w:rsidR="00C10B07" w:rsidRPr="00970C31" w14:paraId="0A295199" w14:textId="77777777" w:rsidTr="00C10B07">
        <w:tc>
          <w:tcPr>
            <w:tcW w:w="845" w:type="dxa"/>
            <w:vAlign w:val="center"/>
          </w:tcPr>
          <w:p w14:paraId="352825BC" w14:textId="77777777" w:rsidR="00C10B07" w:rsidRPr="00970C31" w:rsidRDefault="00C10B07" w:rsidP="00C10B0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970C31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603C738A" w14:textId="77777777" w:rsidR="00C10B07" w:rsidRPr="00970C31" w:rsidRDefault="00C10B07" w:rsidP="00C10B0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uświadomienie wielości i złożoność czynników rozwoju psychicznego oraz ich praktycznych konsekwencji</w:t>
            </w:r>
          </w:p>
        </w:tc>
      </w:tr>
      <w:tr w:rsidR="00C10B07" w:rsidRPr="00970C31" w14:paraId="05584590" w14:textId="77777777" w:rsidTr="00C10B07">
        <w:tc>
          <w:tcPr>
            <w:tcW w:w="845" w:type="dxa"/>
            <w:vAlign w:val="center"/>
          </w:tcPr>
          <w:p w14:paraId="6E2C139A" w14:textId="77777777" w:rsidR="00C10B07" w:rsidRPr="00970C31" w:rsidRDefault="00C10B07" w:rsidP="00C10B0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F8DD8D" w14:textId="77777777" w:rsidR="00C10B07" w:rsidRPr="00970C31" w:rsidRDefault="00C10B07" w:rsidP="00C10B0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omówienie zjawisk i prawidłowości rozwojowych z zakresu poszczególnych sfer funkcjonowania człowieka, w odniesieniu do osób w różnym wieku</w:t>
            </w:r>
          </w:p>
        </w:tc>
      </w:tr>
      <w:tr w:rsidR="00C10B07" w:rsidRPr="00970C31" w14:paraId="013953F9" w14:textId="77777777" w:rsidTr="00C10B07">
        <w:tc>
          <w:tcPr>
            <w:tcW w:w="845" w:type="dxa"/>
            <w:vAlign w:val="center"/>
          </w:tcPr>
          <w:p w14:paraId="267168E6" w14:textId="77777777" w:rsidR="00C10B07" w:rsidRPr="00970C31" w:rsidRDefault="00C10B07" w:rsidP="00C10B0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7D2133F" w14:textId="77777777" w:rsidR="00C10B07" w:rsidRPr="00970C31" w:rsidRDefault="00C10B07" w:rsidP="00C10B0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70C31">
              <w:rPr>
                <w:b w:val="0"/>
                <w:sz w:val="24"/>
                <w:szCs w:val="24"/>
              </w:rPr>
              <w:t>zaznajomienie słuchaczy z podstawowymi koncepcjami i modelami rozwoju psychicznego, ukierunkowanymi na praktyczne zastosowanie, w odniesieniu do osób w różnym wieku</w:t>
            </w:r>
          </w:p>
        </w:tc>
      </w:tr>
    </w:tbl>
    <w:p w14:paraId="0F572325" w14:textId="77777777" w:rsidR="0085747A" w:rsidRPr="00970C31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CEBF1F3" w14:textId="77777777" w:rsidR="001D7B54" w:rsidRPr="00970C31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70C31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970C31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970C31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970C31">
        <w:rPr>
          <w:rFonts w:ascii="Times New Roman" w:hAnsi="Times New Roman"/>
          <w:b/>
          <w:sz w:val="24"/>
          <w:szCs w:val="24"/>
        </w:rPr>
        <w:t>dla przedmiotu</w:t>
      </w:r>
    </w:p>
    <w:p w14:paraId="22ADBC67" w14:textId="77777777" w:rsidR="001D7B54" w:rsidRPr="00970C31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70C31" w14:paraId="2A53C1C6" w14:textId="77777777" w:rsidTr="005E31D3">
        <w:tc>
          <w:tcPr>
            <w:tcW w:w="1680" w:type="dxa"/>
            <w:vAlign w:val="center"/>
          </w:tcPr>
          <w:p w14:paraId="7E217153" w14:textId="77777777" w:rsidR="0085747A" w:rsidRPr="00970C3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0C31">
              <w:rPr>
                <w:smallCaps w:val="0"/>
                <w:szCs w:val="24"/>
              </w:rPr>
              <w:t>EK</w:t>
            </w:r>
            <w:r w:rsidR="00A84C85" w:rsidRPr="00970C31">
              <w:rPr>
                <w:b w:val="0"/>
                <w:smallCaps w:val="0"/>
                <w:szCs w:val="24"/>
              </w:rPr>
              <w:t xml:space="preserve"> (</w:t>
            </w:r>
            <w:r w:rsidR="00C05F44" w:rsidRPr="00970C31">
              <w:rPr>
                <w:b w:val="0"/>
                <w:smallCaps w:val="0"/>
                <w:szCs w:val="24"/>
              </w:rPr>
              <w:t>efekt uczenia się</w:t>
            </w:r>
            <w:r w:rsidR="00B82308" w:rsidRPr="00970C31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40584A9" w14:textId="77777777" w:rsidR="00A433D8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970C31">
              <w:rPr>
                <w:b w:val="0"/>
                <w:smallCaps w:val="0"/>
                <w:szCs w:val="24"/>
              </w:rPr>
              <w:t xml:space="preserve">uczenia się </w:t>
            </w:r>
            <w:r w:rsidRPr="00970C31">
              <w:rPr>
                <w:b w:val="0"/>
                <w:smallCaps w:val="0"/>
                <w:szCs w:val="24"/>
              </w:rPr>
              <w:t>zdefiniowanego dla przedmiotu</w:t>
            </w:r>
          </w:p>
          <w:p w14:paraId="42BF213C" w14:textId="77777777" w:rsidR="00A433D8" w:rsidRDefault="00A433D8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396ACC78" w14:textId="77777777" w:rsidR="0085747A" w:rsidRPr="00970C31" w:rsidRDefault="00A433D8" w:rsidP="00A433D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132F0FC" w14:textId="77777777" w:rsidR="0085747A" w:rsidRPr="00970C3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Odniesienie do efektów  kierunkowych</w:t>
            </w:r>
            <w:r w:rsidR="0030395F" w:rsidRPr="00970C3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70C31" w14:paraId="7E254B28" w14:textId="77777777" w:rsidTr="005E31D3">
        <w:tc>
          <w:tcPr>
            <w:tcW w:w="1680" w:type="dxa"/>
          </w:tcPr>
          <w:p w14:paraId="6A3D94AE" w14:textId="77777777" w:rsidR="0085747A" w:rsidRPr="00970C3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EK</w:t>
            </w:r>
            <w:r w:rsidRPr="00970C31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77DC98D" w14:textId="59DE99AB" w:rsidR="0085747A" w:rsidRPr="00970C31" w:rsidRDefault="00507D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 xml:space="preserve">Scharakteryzuje </w:t>
            </w:r>
            <w:r w:rsidR="00A2525C">
              <w:rPr>
                <w:b w:val="0"/>
                <w:smallCaps w:val="0"/>
                <w:szCs w:val="24"/>
              </w:rPr>
              <w:t xml:space="preserve">w sposób uporządkowany </w:t>
            </w:r>
            <w:r w:rsidRPr="00970C31">
              <w:rPr>
                <w:b w:val="0"/>
                <w:smallCaps w:val="0"/>
                <w:szCs w:val="24"/>
              </w:rPr>
              <w:t>psychologiczne zjawiska i prawidłowości rozwoju człowieka z zakresu poszczególnych sfer funkcjonowania oraz ich uwarunkowania</w:t>
            </w:r>
          </w:p>
        </w:tc>
        <w:tc>
          <w:tcPr>
            <w:tcW w:w="1865" w:type="dxa"/>
          </w:tcPr>
          <w:p w14:paraId="0FAA071C" w14:textId="77777777" w:rsidR="0085747A" w:rsidRPr="00970C31" w:rsidRDefault="00BD733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K_W06</w:t>
            </w:r>
          </w:p>
          <w:p w14:paraId="08DF6B55" w14:textId="77777777" w:rsidR="0054667C" w:rsidRPr="00970C31" w:rsidRDefault="0054667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K_W18</w:t>
            </w:r>
          </w:p>
        </w:tc>
      </w:tr>
      <w:tr w:rsidR="0085747A" w:rsidRPr="00970C31" w14:paraId="3587A7CA" w14:textId="77777777" w:rsidTr="003D5126">
        <w:trPr>
          <w:trHeight w:val="653"/>
        </w:trPr>
        <w:tc>
          <w:tcPr>
            <w:tcW w:w="1680" w:type="dxa"/>
          </w:tcPr>
          <w:p w14:paraId="77C12EF8" w14:textId="77777777" w:rsidR="0085747A" w:rsidRPr="00970C3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EK_</w:t>
            </w:r>
            <w:r w:rsidR="00912DD9" w:rsidRPr="00970C31">
              <w:rPr>
                <w:b w:val="0"/>
                <w:smallCaps w:val="0"/>
                <w:szCs w:val="24"/>
              </w:rPr>
              <w:t>0</w:t>
            </w:r>
            <w:r w:rsidR="005E31D3" w:rsidRPr="00970C31">
              <w:rPr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4933E098" w14:textId="27889C3F" w:rsidR="0085747A" w:rsidRPr="00970C31" w:rsidRDefault="00745C7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 xml:space="preserve">Oceni </w:t>
            </w:r>
            <w:r w:rsidR="00A2525C">
              <w:rPr>
                <w:b w:val="0"/>
                <w:smallCaps w:val="0"/>
                <w:szCs w:val="24"/>
              </w:rPr>
              <w:t xml:space="preserve">w sposób pogłębiony </w:t>
            </w:r>
            <w:r w:rsidRPr="00970C31">
              <w:rPr>
                <w:b w:val="0"/>
                <w:smallCaps w:val="0"/>
                <w:szCs w:val="24"/>
              </w:rPr>
              <w:t>proces rozwoju osoby, w aspekcie motorycz</w:t>
            </w:r>
            <w:r w:rsidR="003D5126" w:rsidRPr="00970C31">
              <w:rPr>
                <w:b w:val="0"/>
                <w:smallCaps w:val="0"/>
                <w:szCs w:val="24"/>
              </w:rPr>
              <w:t xml:space="preserve">nym, poznawczym, emocjonalnym, </w:t>
            </w:r>
            <w:r w:rsidRPr="00970C31">
              <w:rPr>
                <w:b w:val="0"/>
                <w:smallCaps w:val="0"/>
                <w:szCs w:val="24"/>
              </w:rPr>
              <w:t>społecznym</w:t>
            </w:r>
            <w:r w:rsidR="003D5126" w:rsidRPr="00970C31">
              <w:rPr>
                <w:b w:val="0"/>
                <w:smallCaps w:val="0"/>
                <w:szCs w:val="24"/>
              </w:rPr>
              <w:t xml:space="preserve"> i moralnym</w:t>
            </w:r>
          </w:p>
        </w:tc>
        <w:tc>
          <w:tcPr>
            <w:tcW w:w="1865" w:type="dxa"/>
          </w:tcPr>
          <w:p w14:paraId="663C14D6" w14:textId="77777777" w:rsidR="0085747A" w:rsidRPr="00970C31" w:rsidRDefault="006F51F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K_U01</w:t>
            </w:r>
          </w:p>
          <w:p w14:paraId="29F84BFB" w14:textId="77777777" w:rsidR="006F51F7" w:rsidRPr="00970C31" w:rsidRDefault="006F51F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K_U06</w:t>
            </w:r>
          </w:p>
        </w:tc>
      </w:tr>
      <w:tr w:rsidR="007F76F1" w:rsidRPr="00970C31" w14:paraId="17DA3857" w14:textId="77777777" w:rsidTr="005E31D3">
        <w:tc>
          <w:tcPr>
            <w:tcW w:w="1680" w:type="dxa"/>
          </w:tcPr>
          <w:p w14:paraId="303CAE6D" w14:textId="77777777" w:rsidR="007F76F1" w:rsidRPr="00970C31" w:rsidRDefault="005E31D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2FC4E5C" w14:textId="77777777" w:rsidR="007F76F1" w:rsidRPr="00970C31" w:rsidRDefault="005E31D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 xml:space="preserve">Sformułuje wskazania dotyczące </w:t>
            </w:r>
            <w:r w:rsidR="007F76F1" w:rsidRPr="00970C31">
              <w:rPr>
                <w:b w:val="0"/>
                <w:smallCaps w:val="0"/>
                <w:szCs w:val="24"/>
              </w:rPr>
              <w:t xml:space="preserve">wspierania rozwoju </w:t>
            </w:r>
            <w:r w:rsidRPr="00970C31">
              <w:rPr>
                <w:b w:val="0"/>
                <w:smallCaps w:val="0"/>
                <w:szCs w:val="24"/>
              </w:rPr>
              <w:t xml:space="preserve">osoby, </w:t>
            </w:r>
            <w:r w:rsidR="007F76F1" w:rsidRPr="00970C31">
              <w:rPr>
                <w:b w:val="0"/>
                <w:smallCaps w:val="0"/>
                <w:szCs w:val="24"/>
              </w:rPr>
              <w:t xml:space="preserve">także </w:t>
            </w:r>
            <w:r w:rsidRPr="00970C31">
              <w:rPr>
                <w:b w:val="0"/>
                <w:smallCaps w:val="0"/>
                <w:szCs w:val="24"/>
              </w:rPr>
              <w:t>samorozwoju</w:t>
            </w:r>
          </w:p>
        </w:tc>
        <w:tc>
          <w:tcPr>
            <w:tcW w:w="1865" w:type="dxa"/>
          </w:tcPr>
          <w:p w14:paraId="4456F331" w14:textId="77777777" w:rsidR="005E31D3" w:rsidRPr="00970C31" w:rsidRDefault="005E31D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K_U19</w:t>
            </w:r>
          </w:p>
          <w:p w14:paraId="56BC7B7C" w14:textId="77777777" w:rsidR="007F76F1" w:rsidRPr="00970C31" w:rsidRDefault="007F76F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K_K01</w:t>
            </w:r>
          </w:p>
        </w:tc>
      </w:tr>
    </w:tbl>
    <w:p w14:paraId="29B0117D" w14:textId="77777777" w:rsidR="0085747A" w:rsidRPr="00970C31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29B9E82" w14:textId="77777777" w:rsidR="0085747A" w:rsidRPr="00970C3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70C31">
        <w:rPr>
          <w:rFonts w:ascii="Times New Roman" w:hAnsi="Times New Roman"/>
          <w:b/>
          <w:sz w:val="24"/>
          <w:szCs w:val="24"/>
        </w:rPr>
        <w:t>3.3</w:t>
      </w:r>
      <w:r w:rsidR="0085747A" w:rsidRPr="00970C31">
        <w:rPr>
          <w:rFonts w:ascii="Times New Roman" w:hAnsi="Times New Roman"/>
          <w:b/>
          <w:sz w:val="24"/>
          <w:szCs w:val="24"/>
        </w:rPr>
        <w:t>T</w:t>
      </w:r>
      <w:r w:rsidR="001D7B54" w:rsidRPr="00970C31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071CC09D" w14:textId="77777777" w:rsidR="0085747A" w:rsidRPr="00970C3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70C31">
        <w:rPr>
          <w:rFonts w:ascii="Times New Roman" w:hAnsi="Times New Roman"/>
          <w:sz w:val="24"/>
          <w:szCs w:val="24"/>
        </w:rPr>
        <w:t xml:space="preserve">Problematyka wykładu </w:t>
      </w:r>
    </w:p>
    <w:p w14:paraId="75160346" w14:textId="77777777" w:rsidR="00675843" w:rsidRPr="00970C3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70C31" w14:paraId="5AF45A03" w14:textId="77777777" w:rsidTr="006C0F9A">
        <w:tc>
          <w:tcPr>
            <w:tcW w:w="9520" w:type="dxa"/>
          </w:tcPr>
          <w:p w14:paraId="68889621" w14:textId="77777777" w:rsidR="0085747A" w:rsidRPr="00970C3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970C31" w14:paraId="5EB960B5" w14:textId="77777777" w:rsidTr="006C0F9A">
        <w:tc>
          <w:tcPr>
            <w:tcW w:w="9520" w:type="dxa"/>
          </w:tcPr>
          <w:p w14:paraId="6B2DFFC0" w14:textId="77777777" w:rsidR="0085747A" w:rsidRPr="00970C31" w:rsidRDefault="00DC1251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Współczesna psychologia rozwoju człowieka – przedmiot, problemy i zadania.</w:t>
            </w:r>
          </w:p>
        </w:tc>
      </w:tr>
      <w:tr w:rsidR="0085747A" w:rsidRPr="00970C31" w14:paraId="47B17859" w14:textId="77777777" w:rsidTr="006C0F9A">
        <w:tc>
          <w:tcPr>
            <w:tcW w:w="9520" w:type="dxa"/>
          </w:tcPr>
          <w:p w14:paraId="08BFF89E" w14:textId="77777777" w:rsidR="0085747A" w:rsidRPr="00970C31" w:rsidRDefault="00200213" w:rsidP="00200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 xml:space="preserve">Pojęcie rozwoju i zmiany rozwojowej. </w:t>
            </w:r>
            <w:r w:rsidR="003D5126" w:rsidRPr="00970C31">
              <w:rPr>
                <w:rFonts w:ascii="Times New Roman" w:hAnsi="Times New Roman"/>
                <w:sz w:val="24"/>
                <w:szCs w:val="24"/>
              </w:rPr>
              <w:t xml:space="preserve">Sposoby ujmowania człowieka w rozwoju. </w:t>
            </w:r>
            <w:r w:rsidRPr="00970C31">
              <w:rPr>
                <w:rFonts w:ascii="Times New Roman" w:hAnsi="Times New Roman"/>
                <w:sz w:val="24"/>
                <w:szCs w:val="24"/>
              </w:rPr>
              <w:t>Czynniki rozwoju psychicznego: regulacje endogenne, środowisko fizyczne i społeczno-kulturowe, równoważenie i aktywność własna.</w:t>
            </w:r>
          </w:p>
        </w:tc>
      </w:tr>
      <w:tr w:rsidR="003D5126" w:rsidRPr="00970C31" w14:paraId="319CEF84" w14:textId="77777777" w:rsidTr="006C0F9A">
        <w:tc>
          <w:tcPr>
            <w:tcW w:w="9520" w:type="dxa"/>
          </w:tcPr>
          <w:p w14:paraId="7E62DBF3" w14:textId="77777777" w:rsidR="003D5126" w:rsidRPr="00970C31" w:rsidRDefault="003D5126" w:rsidP="00200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Właściwości i prawa rządzące rozwojem, ogólne prawidłowości w najważniejszych obszarach rozwojowych.</w:t>
            </w:r>
          </w:p>
        </w:tc>
      </w:tr>
      <w:tr w:rsidR="0085747A" w:rsidRPr="00970C31" w14:paraId="6D79F9BB" w14:textId="77777777" w:rsidTr="006C0F9A">
        <w:tc>
          <w:tcPr>
            <w:tcW w:w="9520" w:type="dxa"/>
          </w:tcPr>
          <w:p w14:paraId="6C9D66B4" w14:textId="77777777" w:rsidR="0085747A" w:rsidRPr="00970C31" w:rsidRDefault="003D5126" w:rsidP="003D51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 xml:space="preserve">Problem stadialności w rozwoju. </w:t>
            </w:r>
            <w:r w:rsidR="003305E7" w:rsidRPr="00970C31">
              <w:rPr>
                <w:rFonts w:ascii="Times New Roman" w:hAnsi="Times New Roman"/>
                <w:sz w:val="24"/>
                <w:szCs w:val="24"/>
              </w:rPr>
              <w:t>Periodyzacja rozwoju psychicznego człowieka.</w:t>
            </w:r>
            <w:r w:rsidRPr="00970C31">
              <w:rPr>
                <w:rFonts w:ascii="Times New Roman" w:hAnsi="Times New Roman"/>
                <w:sz w:val="24"/>
                <w:szCs w:val="24"/>
              </w:rPr>
              <w:t xml:space="preserve"> Ogólna </w:t>
            </w:r>
            <w:r w:rsidR="00122DCA" w:rsidRPr="00970C31">
              <w:rPr>
                <w:rFonts w:ascii="Times New Roman" w:hAnsi="Times New Roman"/>
                <w:sz w:val="24"/>
                <w:szCs w:val="24"/>
              </w:rPr>
              <w:t>charakterystyka er i okresów rozwoju.</w:t>
            </w:r>
            <w:r w:rsidRPr="00970C31">
              <w:rPr>
                <w:rFonts w:ascii="Times New Roman" w:hAnsi="Times New Roman"/>
                <w:sz w:val="24"/>
                <w:szCs w:val="24"/>
              </w:rPr>
              <w:t xml:space="preserve"> Dominanty er rozwojowych.</w:t>
            </w:r>
          </w:p>
        </w:tc>
      </w:tr>
      <w:tr w:rsidR="003D5126" w:rsidRPr="00970C31" w14:paraId="53CAF543" w14:textId="77777777" w:rsidTr="006C0F9A">
        <w:tc>
          <w:tcPr>
            <w:tcW w:w="9520" w:type="dxa"/>
          </w:tcPr>
          <w:p w14:paraId="7B6E5BF6" w14:textId="77777777" w:rsidR="003D5126" w:rsidRPr="00970C31" w:rsidRDefault="003D5126" w:rsidP="003D51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Podstawowe pytania psychologii rozwoju człowieka.</w:t>
            </w:r>
          </w:p>
        </w:tc>
      </w:tr>
      <w:tr w:rsidR="003D5126" w:rsidRPr="00970C31" w14:paraId="43A8F0B2" w14:textId="77777777" w:rsidTr="006C0F9A">
        <w:tc>
          <w:tcPr>
            <w:tcW w:w="9520" w:type="dxa"/>
          </w:tcPr>
          <w:p w14:paraId="2C2FDFC9" w14:textId="77777777" w:rsidR="003D5126" w:rsidRPr="00970C31" w:rsidRDefault="003D5126" w:rsidP="003D51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Metody badania rozwoju</w:t>
            </w:r>
            <w:r w:rsidR="00BA79D4" w:rsidRPr="00970C31">
              <w:rPr>
                <w:rFonts w:ascii="Times New Roman" w:hAnsi="Times New Roman"/>
                <w:sz w:val="24"/>
                <w:szCs w:val="24"/>
              </w:rPr>
              <w:t xml:space="preserve"> – podstawy teoretyczne. </w:t>
            </w:r>
          </w:p>
        </w:tc>
      </w:tr>
      <w:tr w:rsidR="00200213" w:rsidRPr="00970C31" w14:paraId="3D9C16E6" w14:textId="77777777" w:rsidTr="006C0F9A">
        <w:tc>
          <w:tcPr>
            <w:tcW w:w="9520" w:type="dxa"/>
          </w:tcPr>
          <w:p w14:paraId="4326ABDD" w14:textId="77777777" w:rsidR="00200213" w:rsidRPr="00970C31" w:rsidRDefault="00041FD6" w:rsidP="00041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 xml:space="preserve">Rozwój poznawczy w ciągu życia. Stadia rozwoju poznawczego według J. Piageta. </w:t>
            </w:r>
            <w:proofErr w:type="spellStart"/>
            <w:r w:rsidRPr="00970C31">
              <w:rPr>
                <w:rFonts w:ascii="Times New Roman" w:hAnsi="Times New Roman"/>
                <w:sz w:val="24"/>
                <w:szCs w:val="24"/>
              </w:rPr>
              <w:t>Postformalne</w:t>
            </w:r>
            <w:proofErr w:type="spellEnd"/>
            <w:r w:rsidRPr="00970C31">
              <w:rPr>
                <w:rFonts w:ascii="Times New Roman" w:hAnsi="Times New Roman"/>
                <w:sz w:val="24"/>
                <w:szCs w:val="24"/>
              </w:rPr>
              <w:t xml:space="preserve"> sposoby myślenia.</w:t>
            </w:r>
          </w:p>
        </w:tc>
      </w:tr>
      <w:tr w:rsidR="00200213" w:rsidRPr="00970C31" w14:paraId="08821755" w14:textId="77777777" w:rsidTr="006C0F9A">
        <w:tc>
          <w:tcPr>
            <w:tcW w:w="9520" w:type="dxa"/>
          </w:tcPr>
          <w:p w14:paraId="282758B0" w14:textId="77777777" w:rsidR="00200213" w:rsidRPr="00970C31" w:rsidRDefault="0036673B" w:rsidP="0036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Rozwój poznawczy w ciągu życia. Spostrzeganie, uwaga i pamięć. Szybkość przetwarzania informacji.</w:t>
            </w:r>
          </w:p>
        </w:tc>
      </w:tr>
      <w:tr w:rsidR="00041FD6" w:rsidRPr="00970C31" w14:paraId="1A2E89B8" w14:textId="77777777" w:rsidTr="006C0F9A">
        <w:tc>
          <w:tcPr>
            <w:tcW w:w="9520" w:type="dxa"/>
          </w:tcPr>
          <w:p w14:paraId="01C5BE9F" w14:textId="77777777" w:rsidR="00041FD6" w:rsidRPr="00970C31" w:rsidRDefault="003356D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 xml:space="preserve">Rozwój kompetencji </w:t>
            </w:r>
            <w:r w:rsidR="0085400E" w:rsidRPr="00970C31">
              <w:rPr>
                <w:rFonts w:ascii="Times New Roman" w:hAnsi="Times New Roman"/>
                <w:sz w:val="24"/>
                <w:szCs w:val="24"/>
              </w:rPr>
              <w:t>językowych i komunikacyjnych.</w:t>
            </w:r>
          </w:p>
        </w:tc>
      </w:tr>
      <w:tr w:rsidR="00D71C96" w:rsidRPr="00970C31" w14:paraId="153D20EA" w14:textId="77777777" w:rsidTr="006C0F9A">
        <w:tc>
          <w:tcPr>
            <w:tcW w:w="9520" w:type="dxa"/>
          </w:tcPr>
          <w:p w14:paraId="066614EB" w14:textId="77777777" w:rsidR="00D71C96" w:rsidRPr="00970C31" w:rsidRDefault="00E22951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Rozwój emocjonalny w cyklu życia.</w:t>
            </w:r>
          </w:p>
        </w:tc>
      </w:tr>
      <w:tr w:rsidR="00E22951" w:rsidRPr="00970C31" w14:paraId="40329A97" w14:textId="77777777" w:rsidTr="006C0F9A">
        <w:tc>
          <w:tcPr>
            <w:tcW w:w="9520" w:type="dxa"/>
          </w:tcPr>
          <w:p w14:paraId="6524648E" w14:textId="77777777" w:rsidR="00E22951" w:rsidRPr="00970C31" w:rsidRDefault="00A01F10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Rozwój społeczny w ciągu życia. Społeczne przełomy życiowe.</w:t>
            </w:r>
          </w:p>
        </w:tc>
      </w:tr>
      <w:tr w:rsidR="00E22951" w:rsidRPr="00970C31" w14:paraId="63E46239" w14:textId="77777777" w:rsidTr="006C0F9A">
        <w:tc>
          <w:tcPr>
            <w:tcW w:w="9520" w:type="dxa"/>
          </w:tcPr>
          <w:p w14:paraId="7061681F" w14:textId="77777777" w:rsidR="00E22951" w:rsidRPr="00970C31" w:rsidRDefault="002D42E9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 xml:space="preserve">Rozwój społeczny w ciągu życia. Stadia rozwoju psychospołecznego według E. </w:t>
            </w:r>
            <w:proofErr w:type="spellStart"/>
            <w:r w:rsidRPr="00970C31">
              <w:rPr>
                <w:rFonts w:ascii="Times New Roman" w:hAnsi="Times New Roman"/>
                <w:sz w:val="24"/>
                <w:szCs w:val="24"/>
              </w:rPr>
              <w:t>Eriksona</w:t>
            </w:r>
            <w:proofErr w:type="spellEnd"/>
            <w:r w:rsidRPr="00970C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1F10" w:rsidRPr="00970C31" w14:paraId="4A892E94" w14:textId="77777777" w:rsidTr="006C0F9A">
        <w:tc>
          <w:tcPr>
            <w:tcW w:w="9520" w:type="dxa"/>
          </w:tcPr>
          <w:p w14:paraId="4B991360" w14:textId="77777777" w:rsidR="00A01F10" w:rsidRPr="00970C31" w:rsidRDefault="004C7C08" w:rsidP="004C7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Rozwój moralny w cyklu życia. Koncepcje</w:t>
            </w:r>
            <w:r w:rsidR="00D86435" w:rsidRPr="00970C3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D86435" w:rsidRPr="00970C31">
              <w:rPr>
                <w:rFonts w:ascii="Times New Roman" w:hAnsi="Times New Roman"/>
                <w:sz w:val="24"/>
                <w:szCs w:val="24"/>
              </w:rPr>
              <w:t>psychodynamiczna</w:t>
            </w:r>
            <w:proofErr w:type="spellEnd"/>
            <w:r w:rsidR="00D86435" w:rsidRPr="00970C31">
              <w:rPr>
                <w:rFonts w:ascii="Times New Roman" w:hAnsi="Times New Roman"/>
                <w:sz w:val="24"/>
                <w:szCs w:val="24"/>
              </w:rPr>
              <w:t>, behawioralna i p</w:t>
            </w:r>
            <w:r w:rsidRPr="00970C31">
              <w:rPr>
                <w:rFonts w:ascii="Times New Roman" w:hAnsi="Times New Roman"/>
                <w:sz w:val="24"/>
                <w:szCs w:val="24"/>
              </w:rPr>
              <w:t xml:space="preserve">oznawczo-rozwojowa </w:t>
            </w:r>
            <w:r w:rsidR="00D86435" w:rsidRPr="00970C31">
              <w:rPr>
                <w:rFonts w:ascii="Times New Roman" w:hAnsi="Times New Roman"/>
                <w:sz w:val="24"/>
                <w:szCs w:val="24"/>
              </w:rPr>
              <w:t>(</w:t>
            </w:r>
            <w:r w:rsidRPr="00970C31">
              <w:rPr>
                <w:rFonts w:ascii="Times New Roman" w:hAnsi="Times New Roman"/>
                <w:sz w:val="24"/>
                <w:szCs w:val="24"/>
              </w:rPr>
              <w:t xml:space="preserve">teorie J. Piageta oraz L. </w:t>
            </w:r>
            <w:proofErr w:type="spellStart"/>
            <w:r w:rsidRPr="00970C31">
              <w:rPr>
                <w:rFonts w:ascii="Times New Roman" w:hAnsi="Times New Roman"/>
                <w:sz w:val="24"/>
                <w:szCs w:val="24"/>
              </w:rPr>
              <w:t>Kohlberga</w:t>
            </w:r>
            <w:proofErr w:type="spellEnd"/>
            <w:r w:rsidR="00D86435" w:rsidRPr="00970C31">
              <w:rPr>
                <w:rFonts w:ascii="Times New Roman" w:hAnsi="Times New Roman"/>
                <w:sz w:val="24"/>
                <w:szCs w:val="24"/>
              </w:rPr>
              <w:t>)</w:t>
            </w:r>
            <w:r w:rsidRPr="00970C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D42E9" w:rsidRPr="00970C31" w14:paraId="494AACB4" w14:textId="77777777" w:rsidTr="006C0F9A">
        <w:tc>
          <w:tcPr>
            <w:tcW w:w="9520" w:type="dxa"/>
          </w:tcPr>
          <w:p w14:paraId="0BCCC267" w14:textId="77777777" w:rsidR="002D42E9" w:rsidRPr="00970C31" w:rsidRDefault="00966AC8" w:rsidP="00966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Kompleksowe modele i koncepcje rozwoju. Rozwój psychiczny jako proces wypełniania zadań życiowych – koncepcja R. </w:t>
            </w:r>
            <w:proofErr w:type="spellStart"/>
            <w:r w:rsidRPr="00970C31">
              <w:rPr>
                <w:rFonts w:ascii="Times New Roman" w:hAnsi="Times New Roman"/>
                <w:sz w:val="24"/>
                <w:szCs w:val="24"/>
              </w:rPr>
              <w:t>Havighursta</w:t>
            </w:r>
            <w:proofErr w:type="spellEnd"/>
            <w:r w:rsidRPr="00970C31">
              <w:rPr>
                <w:rFonts w:ascii="Times New Roman" w:hAnsi="Times New Roman"/>
                <w:sz w:val="24"/>
                <w:szCs w:val="24"/>
              </w:rPr>
              <w:t>. Model okresów życia D.J. Levinsona.</w:t>
            </w:r>
          </w:p>
        </w:tc>
      </w:tr>
    </w:tbl>
    <w:p w14:paraId="50D05393" w14:textId="77777777" w:rsidR="0085747A" w:rsidRPr="00970C3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23149A" w14:textId="77777777" w:rsidR="0085747A" w:rsidRPr="00A433D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70C31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970C31">
        <w:rPr>
          <w:rFonts w:ascii="Times New Roman" w:hAnsi="Times New Roman"/>
          <w:sz w:val="24"/>
          <w:szCs w:val="24"/>
        </w:rPr>
        <w:t xml:space="preserve">, </w:t>
      </w:r>
      <w:r w:rsidRPr="00970C31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70C31" w14:paraId="79100B83" w14:textId="77777777" w:rsidTr="00923D7D">
        <w:tc>
          <w:tcPr>
            <w:tcW w:w="9639" w:type="dxa"/>
          </w:tcPr>
          <w:p w14:paraId="53DA4EDB" w14:textId="77777777" w:rsidR="0085747A" w:rsidRPr="00970C3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745C78" w:rsidRPr="00970C31" w14:paraId="64A9CB46" w14:textId="77777777" w:rsidTr="00923D7D">
        <w:tc>
          <w:tcPr>
            <w:tcW w:w="9639" w:type="dxa"/>
          </w:tcPr>
          <w:p w14:paraId="77968644" w14:textId="77777777" w:rsidR="00745C78" w:rsidRPr="00970C31" w:rsidRDefault="00745C7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Metody badań psychologii rozwojowej.</w:t>
            </w:r>
            <w:r w:rsidR="00BA79D4" w:rsidRPr="00970C31">
              <w:rPr>
                <w:rFonts w:ascii="Times New Roman" w:hAnsi="Times New Roman"/>
                <w:sz w:val="24"/>
                <w:szCs w:val="24"/>
              </w:rPr>
              <w:t xml:space="preserve"> Przykłady badań. </w:t>
            </w:r>
          </w:p>
        </w:tc>
      </w:tr>
      <w:tr w:rsidR="0085747A" w:rsidRPr="00970C31" w14:paraId="43D0598C" w14:textId="77777777" w:rsidTr="00923D7D">
        <w:tc>
          <w:tcPr>
            <w:tcW w:w="9639" w:type="dxa"/>
          </w:tcPr>
          <w:p w14:paraId="60E81DE9" w14:textId="77777777" w:rsidR="0085747A" w:rsidRPr="00970C31" w:rsidRDefault="00686AC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Okres</w:t>
            </w:r>
            <w:r w:rsidR="006C0F9A" w:rsidRPr="00970C31">
              <w:rPr>
                <w:rFonts w:ascii="Times New Roman" w:hAnsi="Times New Roman"/>
                <w:sz w:val="24"/>
                <w:szCs w:val="24"/>
              </w:rPr>
              <w:t xml:space="preserve"> prenatalny.</w:t>
            </w:r>
            <w:r w:rsidR="00F84091" w:rsidRPr="00970C31">
              <w:rPr>
                <w:rFonts w:ascii="Times New Roman" w:hAnsi="Times New Roman"/>
                <w:sz w:val="24"/>
                <w:szCs w:val="24"/>
              </w:rPr>
              <w:t xml:space="preserve"> Charakterystyka rozwoju dziecka w poszczególnych trymestrach ciąży.</w:t>
            </w:r>
          </w:p>
        </w:tc>
      </w:tr>
      <w:tr w:rsidR="0085747A" w:rsidRPr="00970C31" w14:paraId="736287A1" w14:textId="77777777" w:rsidTr="00923D7D">
        <w:tc>
          <w:tcPr>
            <w:tcW w:w="9639" w:type="dxa"/>
          </w:tcPr>
          <w:p w14:paraId="2B082AE6" w14:textId="77777777" w:rsidR="0085747A" w:rsidRPr="00970C31" w:rsidRDefault="0080085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F</w:t>
            </w:r>
            <w:r w:rsidR="00212125" w:rsidRPr="00970C31">
              <w:rPr>
                <w:rFonts w:ascii="Times New Roman" w:hAnsi="Times New Roman"/>
                <w:sz w:val="24"/>
                <w:szCs w:val="24"/>
              </w:rPr>
              <w:t>aza noworodka. Osiągnięcia rozwojowe i przejawy życia psychicznego. Odruchy i czynności przystosowawcze noworodka.</w:t>
            </w:r>
          </w:p>
        </w:tc>
      </w:tr>
      <w:tr w:rsidR="0085747A" w:rsidRPr="00970C31" w14:paraId="0537E76B" w14:textId="77777777" w:rsidTr="00923D7D">
        <w:tc>
          <w:tcPr>
            <w:tcW w:w="9639" w:type="dxa"/>
          </w:tcPr>
          <w:p w14:paraId="25FA0FAB" w14:textId="77777777" w:rsidR="0085747A" w:rsidRPr="00970C31" w:rsidRDefault="003946B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Wiek niemowlęcy.</w:t>
            </w:r>
            <w:r w:rsidR="0065499E" w:rsidRPr="00970C31">
              <w:rPr>
                <w:rFonts w:ascii="Times New Roman" w:hAnsi="Times New Roman"/>
                <w:sz w:val="24"/>
                <w:szCs w:val="24"/>
              </w:rPr>
              <w:t xml:space="preserve"> Rozwój motoryczny – motoryka duża i mała. Myślenie sensoryczno-motoryczne. Stałość przedmiotu. </w:t>
            </w:r>
            <w:r w:rsidR="0047393B" w:rsidRPr="00970C31">
              <w:rPr>
                <w:rFonts w:ascii="Times New Roman" w:hAnsi="Times New Roman"/>
                <w:sz w:val="24"/>
                <w:szCs w:val="24"/>
              </w:rPr>
              <w:t>Rozwój emocjonalny. Znaczenie relacji z opiekunami.</w:t>
            </w:r>
          </w:p>
        </w:tc>
      </w:tr>
      <w:tr w:rsidR="003946B8" w:rsidRPr="00970C31" w14:paraId="71DE9C1C" w14:textId="77777777" w:rsidTr="00923D7D">
        <w:tc>
          <w:tcPr>
            <w:tcW w:w="9639" w:type="dxa"/>
          </w:tcPr>
          <w:p w14:paraId="4CB5B49C" w14:textId="2253A8C1" w:rsidR="003946B8" w:rsidRPr="00970C31" w:rsidRDefault="003946B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 xml:space="preserve">Wiek </w:t>
            </w:r>
            <w:proofErr w:type="spellStart"/>
            <w:r w:rsidRPr="00970C31">
              <w:rPr>
                <w:rFonts w:ascii="Times New Roman" w:hAnsi="Times New Roman"/>
                <w:sz w:val="24"/>
                <w:szCs w:val="24"/>
              </w:rPr>
              <w:t>poniemowlęcy</w:t>
            </w:r>
            <w:proofErr w:type="spellEnd"/>
            <w:r w:rsidRPr="00970C31">
              <w:rPr>
                <w:rFonts w:ascii="Times New Roman" w:hAnsi="Times New Roman"/>
                <w:sz w:val="24"/>
                <w:szCs w:val="24"/>
              </w:rPr>
              <w:t>.</w:t>
            </w:r>
            <w:r w:rsidR="004878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393B" w:rsidRPr="00970C31">
              <w:rPr>
                <w:rFonts w:ascii="Times New Roman" w:hAnsi="Times New Roman"/>
                <w:sz w:val="24"/>
                <w:szCs w:val="24"/>
              </w:rPr>
              <w:t xml:space="preserve">Rozwój motoryczny. </w:t>
            </w:r>
            <w:r w:rsidR="00CA2C1D" w:rsidRPr="00970C31">
              <w:rPr>
                <w:rFonts w:ascii="Times New Roman" w:hAnsi="Times New Roman"/>
                <w:sz w:val="24"/>
                <w:szCs w:val="24"/>
              </w:rPr>
              <w:t xml:space="preserve">Zmiany rozwojowe procesów poznawczych. Rozwój mowy. </w:t>
            </w:r>
            <w:r w:rsidR="00F743C1" w:rsidRPr="00970C31">
              <w:rPr>
                <w:rFonts w:ascii="Times New Roman" w:hAnsi="Times New Roman"/>
                <w:sz w:val="24"/>
                <w:szCs w:val="24"/>
              </w:rPr>
              <w:t>Tożsamość i autonomia</w:t>
            </w:r>
            <w:r w:rsidR="0028586C" w:rsidRPr="00970C31">
              <w:rPr>
                <w:rFonts w:ascii="Times New Roman" w:hAnsi="Times New Roman"/>
                <w:sz w:val="24"/>
                <w:szCs w:val="24"/>
              </w:rPr>
              <w:t xml:space="preserve"> dziecka.</w:t>
            </w:r>
          </w:p>
        </w:tc>
      </w:tr>
      <w:tr w:rsidR="003946B8" w:rsidRPr="00970C31" w14:paraId="22957C61" w14:textId="77777777" w:rsidTr="00923D7D">
        <w:tc>
          <w:tcPr>
            <w:tcW w:w="9639" w:type="dxa"/>
          </w:tcPr>
          <w:p w14:paraId="0417DD67" w14:textId="7E7DB1ED" w:rsidR="003946B8" w:rsidRPr="00970C31" w:rsidRDefault="00DE04A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Wiek przedszkolny.</w:t>
            </w:r>
            <w:r w:rsidR="004878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434F" w:rsidRPr="00970C31">
              <w:rPr>
                <w:rFonts w:ascii="Times New Roman" w:hAnsi="Times New Roman"/>
                <w:sz w:val="24"/>
                <w:szCs w:val="24"/>
              </w:rPr>
              <w:t xml:space="preserve">Stadium przedoperacyjne w myśleniu. </w:t>
            </w:r>
            <w:r w:rsidR="00197670" w:rsidRPr="00970C31">
              <w:rPr>
                <w:rFonts w:ascii="Times New Roman" w:hAnsi="Times New Roman"/>
                <w:sz w:val="24"/>
                <w:szCs w:val="24"/>
              </w:rPr>
              <w:t xml:space="preserve">Kształtowanie się uwagi dowolnej u dziecka. Rozwój emocjonalny. </w:t>
            </w:r>
            <w:r w:rsidR="00723C70" w:rsidRPr="00970C31">
              <w:rPr>
                <w:rFonts w:ascii="Times New Roman" w:hAnsi="Times New Roman"/>
                <w:sz w:val="24"/>
                <w:szCs w:val="24"/>
              </w:rPr>
              <w:t xml:space="preserve">Zabawy w wieku przedszkolnym. </w:t>
            </w:r>
            <w:r w:rsidR="00B74F75" w:rsidRPr="00970C31">
              <w:rPr>
                <w:rFonts w:ascii="Times New Roman" w:hAnsi="Times New Roman"/>
                <w:sz w:val="24"/>
                <w:szCs w:val="24"/>
              </w:rPr>
              <w:t>Psychologiczne kryteria dojrzałości szkolnej.</w:t>
            </w:r>
          </w:p>
        </w:tc>
      </w:tr>
      <w:tr w:rsidR="00DE04A5" w:rsidRPr="00970C31" w14:paraId="0B2C54A0" w14:textId="77777777" w:rsidTr="00923D7D">
        <w:tc>
          <w:tcPr>
            <w:tcW w:w="9639" w:type="dxa"/>
          </w:tcPr>
          <w:p w14:paraId="5BD16569" w14:textId="371FCBAE" w:rsidR="00DE04A5" w:rsidRPr="00970C31" w:rsidRDefault="00DE04A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Wiek szkolny.</w:t>
            </w:r>
            <w:r w:rsidR="00306759" w:rsidRPr="00970C31">
              <w:rPr>
                <w:rFonts w:ascii="Times New Roman" w:hAnsi="Times New Roman"/>
                <w:sz w:val="24"/>
                <w:szCs w:val="24"/>
              </w:rPr>
              <w:t xml:space="preserve"> Operacje konkretne w myśleniu.</w:t>
            </w:r>
            <w:r w:rsidR="004878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3C70" w:rsidRPr="00970C31">
              <w:rPr>
                <w:rFonts w:ascii="Times New Roman" w:hAnsi="Times New Roman"/>
                <w:sz w:val="24"/>
                <w:szCs w:val="24"/>
              </w:rPr>
              <w:t xml:space="preserve">Rozwój emocji i uczuć dziecka w wieku szkolnym. </w:t>
            </w:r>
            <w:r w:rsidR="00830762" w:rsidRPr="00970C31">
              <w:rPr>
                <w:rFonts w:ascii="Times New Roman" w:hAnsi="Times New Roman"/>
                <w:sz w:val="24"/>
                <w:szCs w:val="24"/>
              </w:rPr>
              <w:t>R</w:t>
            </w:r>
            <w:r w:rsidR="00306759" w:rsidRPr="00970C31">
              <w:rPr>
                <w:rFonts w:ascii="Times New Roman" w:hAnsi="Times New Roman"/>
                <w:sz w:val="24"/>
                <w:szCs w:val="24"/>
              </w:rPr>
              <w:t>ola ucznia/ uczennicy.</w:t>
            </w:r>
          </w:p>
        </w:tc>
      </w:tr>
      <w:tr w:rsidR="00DE04A5" w:rsidRPr="00970C31" w14:paraId="14139CD6" w14:textId="77777777" w:rsidTr="00923D7D">
        <w:tc>
          <w:tcPr>
            <w:tcW w:w="9639" w:type="dxa"/>
          </w:tcPr>
          <w:p w14:paraId="3EB72BAF" w14:textId="77777777" w:rsidR="00DE04A5" w:rsidRPr="00970C31" w:rsidRDefault="00DE04A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Adolescencja.</w:t>
            </w:r>
            <w:r w:rsidR="00FE0D94" w:rsidRPr="00970C31">
              <w:rPr>
                <w:rFonts w:ascii="Times New Roman" w:hAnsi="Times New Roman"/>
                <w:sz w:val="24"/>
                <w:szCs w:val="24"/>
              </w:rPr>
              <w:t xml:space="preserve"> Skok </w:t>
            </w:r>
            <w:proofErr w:type="spellStart"/>
            <w:r w:rsidR="00FE0D94" w:rsidRPr="00970C31">
              <w:rPr>
                <w:rFonts w:ascii="Times New Roman" w:hAnsi="Times New Roman"/>
                <w:sz w:val="24"/>
                <w:szCs w:val="24"/>
              </w:rPr>
              <w:t>pokwitaniowy</w:t>
            </w:r>
            <w:proofErr w:type="spellEnd"/>
            <w:r w:rsidR="00FE0D94" w:rsidRPr="00970C31">
              <w:rPr>
                <w:rFonts w:ascii="Times New Roman" w:hAnsi="Times New Roman"/>
                <w:sz w:val="24"/>
                <w:szCs w:val="24"/>
              </w:rPr>
              <w:t xml:space="preserve">. Najważniejsze zmiany procesów poznawczych, rozwój emocjonalny, społeczny i osobowościowy. </w:t>
            </w:r>
            <w:r w:rsidR="00830762" w:rsidRPr="00970C31">
              <w:rPr>
                <w:rFonts w:ascii="Times New Roman" w:hAnsi="Times New Roman"/>
                <w:sz w:val="24"/>
                <w:szCs w:val="24"/>
              </w:rPr>
              <w:t xml:space="preserve">Dojrzewanie psychoseksualne. </w:t>
            </w:r>
            <w:r w:rsidR="00FE0D94" w:rsidRPr="00970C31">
              <w:rPr>
                <w:rFonts w:ascii="Times New Roman" w:hAnsi="Times New Roman"/>
                <w:sz w:val="24"/>
                <w:szCs w:val="24"/>
              </w:rPr>
              <w:t>Kryzys tożsamości i jego rozwiązanie.</w:t>
            </w:r>
          </w:p>
        </w:tc>
      </w:tr>
      <w:tr w:rsidR="00DE04A5" w:rsidRPr="00970C31" w14:paraId="43E2C397" w14:textId="77777777" w:rsidTr="00923D7D">
        <w:tc>
          <w:tcPr>
            <w:tcW w:w="9639" w:type="dxa"/>
          </w:tcPr>
          <w:p w14:paraId="4F74836D" w14:textId="77777777" w:rsidR="00DE04A5" w:rsidRPr="00970C31" w:rsidRDefault="00DE04A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Wczesna dorosłość.</w:t>
            </w:r>
            <w:r w:rsidR="00913768" w:rsidRPr="00970C31">
              <w:rPr>
                <w:rFonts w:ascii="Times New Roman" w:hAnsi="Times New Roman"/>
                <w:sz w:val="24"/>
                <w:szCs w:val="24"/>
              </w:rPr>
              <w:t xml:space="preserve"> Wchodzenie w dorosłość – podejmowanie nowych ról rodzinnych i zawodowych.</w:t>
            </w:r>
            <w:r w:rsidR="002B3DD5" w:rsidRPr="00970C31">
              <w:rPr>
                <w:rFonts w:ascii="Times New Roman" w:hAnsi="Times New Roman"/>
                <w:sz w:val="24"/>
                <w:szCs w:val="24"/>
              </w:rPr>
              <w:t xml:space="preserve"> Myślenie </w:t>
            </w:r>
            <w:proofErr w:type="spellStart"/>
            <w:r w:rsidR="002B3DD5" w:rsidRPr="00970C31">
              <w:rPr>
                <w:rFonts w:ascii="Times New Roman" w:hAnsi="Times New Roman"/>
                <w:sz w:val="24"/>
                <w:szCs w:val="24"/>
              </w:rPr>
              <w:t>postformalne</w:t>
            </w:r>
            <w:proofErr w:type="spellEnd"/>
            <w:r w:rsidR="002B3DD5" w:rsidRPr="00970C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E04A5" w:rsidRPr="00970C31" w14:paraId="6E7F52F7" w14:textId="77777777" w:rsidTr="00923D7D">
        <w:tc>
          <w:tcPr>
            <w:tcW w:w="9639" w:type="dxa"/>
          </w:tcPr>
          <w:p w14:paraId="6D764D45" w14:textId="77777777" w:rsidR="00DE04A5" w:rsidRPr="00970C31" w:rsidRDefault="00DE04A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Środkowa dorosłość</w:t>
            </w:r>
            <w:r w:rsidR="00B2614A" w:rsidRPr="00970C31">
              <w:rPr>
                <w:rFonts w:ascii="Times New Roman" w:hAnsi="Times New Roman"/>
                <w:sz w:val="24"/>
                <w:szCs w:val="24"/>
              </w:rPr>
              <w:t>.</w:t>
            </w:r>
            <w:r w:rsidR="009F7AB2" w:rsidRPr="00970C31">
              <w:rPr>
                <w:rFonts w:ascii="Times New Roman" w:hAnsi="Times New Roman"/>
                <w:sz w:val="24"/>
                <w:szCs w:val="24"/>
              </w:rPr>
              <w:t xml:space="preserve"> Stabilizacja w rolach. Kryzys połowy życia.</w:t>
            </w:r>
          </w:p>
        </w:tc>
      </w:tr>
      <w:tr w:rsidR="00B2614A" w:rsidRPr="00970C31" w14:paraId="5472480F" w14:textId="77777777" w:rsidTr="00923D7D">
        <w:tc>
          <w:tcPr>
            <w:tcW w:w="9639" w:type="dxa"/>
          </w:tcPr>
          <w:p w14:paraId="259EB429" w14:textId="6AA3A090" w:rsidR="00B2614A" w:rsidRPr="00970C31" w:rsidRDefault="00B2614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Późna dorosłość.</w:t>
            </w:r>
            <w:r w:rsidR="004878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6788" w:rsidRPr="00970C31">
              <w:rPr>
                <w:rFonts w:ascii="Times New Roman" w:hAnsi="Times New Roman"/>
                <w:sz w:val="24"/>
                <w:szCs w:val="24"/>
              </w:rPr>
              <w:t>Adaptacja do starzenia się i starości.</w:t>
            </w:r>
            <w:r w:rsidR="008B27E0" w:rsidRPr="00970C31">
              <w:rPr>
                <w:rFonts w:ascii="Times New Roman" w:hAnsi="Times New Roman"/>
                <w:sz w:val="24"/>
                <w:szCs w:val="24"/>
              </w:rPr>
              <w:t xml:space="preserve"> Bilans życia.</w:t>
            </w:r>
          </w:p>
        </w:tc>
      </w:tr>
    </w:tbl>
    <w:p w14:paraId="3F434602" w14:textId="77777777" w:rsidR="0085747A" w:rsidRPr="00970C31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12E19D69" w14:textId="77777777" w:rsidR="00E21E7D" w:rsidRPr="00A433D8" w:rsidRDefault="009F4610" w:rsidP="00A433D8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70C31">
        <w:rPr>
          <w:smallCaps w:val="0"/>
          <w:szCs w:val="24"/>
        </w:rPr>
        <w:t>3.4 Metody dydaktyczne</w:t>
      </w:r>
    </w:p>
    <w:p w14:paraId="74608116" w14:textId="77777777" w:rsidR="00A60CA6" w:rsidRPr="00970C31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970C31">
        <w:rPr>
          <w:b w:val="0"/>
          <w:iCs/>
          <w:smallCaps w:val="0"/>
          <w:szCs w:val="24"/>
        </w:rPr>
        <w:t>W</w:t>
      </w:r>
      <w:r w:rsidR="0085747A" w:rsidRPr="00970C31">
        <w:rPr>
          <w:b w:val="0"/>
          <w:iCs/>
          <w:smallCaps w:val="0"/>
          <w:szCs w:val="24"/>
        </w:rPr>
        <w:t>ykład</w:t>
      </w:r>
      <w:r w:rsidRPr="00970C31">
        <w:rPr>
          <w:b w:val="0"/>
          <w:iCs/>
          <w:smallCaps w:val="0"/>
          <w:szCs w:val="24"/>
        </w:rPr>
        <w:t>: wykład</w:t>
      </w:r>
      <w:r w:rsidR="0085747A" w:rsidRPr="00970C31">
        <w:rPr>
          <w:b w:val="0"/>
          <w:iCs/>
          <w:smallCaps w:val="0"/>
          <w:szCs w:val="24"/>
        </w:rPr>
        <w:t xml:space="preserve"> problemowy</w:t>
      </w:r>
      <w:r w:rsidR="00923D7D" w:rsidRPr="00970C31">
        <w:rPr>
          <w:b w:val="0"/>
          <w:iCs/>
          <w:smallCaps w:val="0"/>
          <w:szCs w:val="24"/>
        </w:rPr>
        <w:t xml:space="preserve">, </w:t>
      </w:r>
      <w:r w:rsidR="0085747A" w:rsidRPr="00970C31">
        <w:rPr>
          <w:b w:val="0"/>
          <w:iCs/>
          <w:smallCaps w:val="0"/>
          <w:szCs w:val="24"/>
        </w:rPr>
        <w:t>wykład z prezentacją multimedialną</w:t>
      </w:r>
      <w:r w:rsidR="00923D7D" w:rsidRPr="00970C31">
        <w:rPr>
          <w:b w:val="0"/>
          <w:iCs/>
          <w:smallCaps w:val="0"/>
          <w:szCs w:val="24"/>
        </w:rPr>
        <w:t>,</w:t>
      </w:r>
      <w:r w:rsidR="0085747A" w:rsidRPr="00970C31">
        <w:rPr>
          <w:b w:val="0"/>
          <w:iCs/>
          <w:smallCaps w:val="0"/>
          <w:szCs w:val="24"/>
        </w:rPr>
        <w:t xml:space="preserve"> metody kształcenia na odległość </w:t>
      </w:r>
      <w:r w:rsidR="00F62BFE" w:rsidRPr="00970C31">
        <w:rPr>
          <w:b w:val="0"/>
          <w:iCs/>
          <w:smallCaps w:val="0"/>
          <w:szCs w:val="24"/>
        </w:rPr>
        <w:t xml:space="preserve">(wykład z wykorzystaniem MS </w:t>
      </w:r>
      <w:proofErr w:type="spellStart"/>
      <w:r w:rsidR="00F62BFE" w:rsidRPr="00970C31">
        <w:rPr>
          <w:b w:val="0"/>
          <w:iCs/>
          <w:smallCaps w:val="0"/>
          <w:szCs w:val="24"/>
        </w:rPr>
        <w:t>Teams</w:t>
      </w:r>
      <w:proofErr w:type="spellEnd"/>
      <w:r w:rsidR="00F62BFE" w:rsidRPr="00970C31">
        <w:rPr>
          <w:b w:val="0"/>
          <w:iCs/>
          <w:smallCaps w:val="0"/>
          <w:szCs w:val="24"/>
        </w:rPr>
        <w:t>).</w:t>
      </w:r>
    </w:p>
    <w:p w14:paraId="35450ED2" w14:textId="77777777" w:rsidR="00E960BB" w:rsidRPr="00A433D8" w:rsidRDefault="00F62BFE" w:rsidP="00A433D8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970C31">
        <w:rPr>
          <w:b w:val="0"/>
          <w:iCs/>
          <w:smallCaps w:val="0"/>
          <w:szCs w:val="24"/>
        </w:rPr>
        <w:t>Ćwiczenia: analiza tekstów z dyskusją, praca w grupach (studium przypadku, dyskusja, burza mózgów)</w:t>
      </w:r>
    </w:p>
    <w:p w14:paraId="3556626F" w14:textId="77777777" w:rsidR="00E960BB" w:rsidRPr="00970C31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E0B157D" w14:textId="77777777" w:rsidR="0085747A" w:rsidRPr="00970C3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70C31">
        <w:rPr>
          <w:smallCaps w:val="0"/>
          <w:szCs w:val="24"/>
        </w:rPr>
        <w:t xml:space="preserve">4. </w:t>
      </w:r>
      <w:r w:rsidR="0085747A" w:rsidRPr="00970C31">
        <w:rPr>
          <w:smallCaps w:val="0"/>
          <w:szCs w:val="24"/>
        </w:rPr>
        <w:t>METODY I KRYTERIA OCENY</w:t>
      </w:r>
    </w:p>
    <w:p w14:paraId="1A443C19" w14:textId="77777777" w:rsidR="00923D7D" w:rsidRPr="00970C3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6C23CD6" w14:textId="77777777" w:rsidR="0085747A" w:rsidRPr="00A433D8" w:rsidRDefault="0085747A" w:rsidP="00A433D8">
      <w:pPr>
        <w:pStyle w:val="Punktygwne"/>
        <w:spacing w:before="0" w:after="0"/>
        <w:ind w:left="426"/>
        <w:rPr>
          <w:smallCaps w:val="0"/>
          <w:szCs w:val="24"/>
        </w:rPr>
      </w:pPr>
      <w:r w:rsidRPr="00970C31">
        <w:rPr>
          <w:smallCaps w:val="0"/>
          <w:szCs w:val="24"/>
        </w:rPr>
        <w:t xml:space="preserve">4.1 Sposoby weryfikacji efektów </w:t>
      </w:r>
      <w:r w:rsidR="00C05F44" w:rsidRPr="00970C31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70C31" w14:paraId="4D0D10BB" w14:textId="77777777" w:rsidTr="00C05F44">
        <w:tc>
          <w:tcPr>
            <w:tcW w:w="1985" w:type="dxa"/>
            <w:vAlign w:val="center"/>
          </w:tcPr>
          <w:p w14:paraId="24A4A899" w14:textId="77777777" w:rsidR="0085747A" w:rsidRPr="00970C3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BE4BAAA" w14:textId="77777777" w:rsidR="0085747A" w:rsidRPr="00970C31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70C31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D9F7BA" w14:textId="77777777" w:rsidR="0085747A" w:rsidRPr="00970C3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970C3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0190F4" w14:textId="77777777" w:rsidR="00923D7D" w:rsidRPr="00970C3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822E08B" w14:textId="77777777" w:rsidR="0085747A" w:rsidRPr="00970C3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70C3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970C3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970C31" w14:paraId="229C88B8" w14:textId="77777777" w:rsidTr="00C05F44">
        <w:tc>
          <w:tcPr>
            <w:tcW w:w="1985" w:type="dxa"/>
          </w:tcPr>
          <w:p w14:paraId="0947C6C7" w14:textId="77777777" w:rsidR="0085747A" w:rsidRPr="00970C31" w:rsidRDefault="00865841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85747A" w:rsidRPr="00970C31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1A188E7" w14:textId="77777777" w:rsidR="0085747A" w:rsidRPr="00970C31" w:rsidRDefault="00507D0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4D0DB9C5" w14:textId="77777777" w:rsidR="0085747A" w:rsidRPr="00970C31" w:rsidRDefault="00507D0E" w:rsidP="00507D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w., ćw.</w:t>
            </w:r>
          </w:p>
        </w:tc>
      </w:tr>
      <w:tr w:rsidR="0085747A" w:rsidRPr="00970C31" w14:paraId="58DC120A" w14:textId="77777777" w:rsidTr="00C05F44">
        <w:tc>
          <w:tcPr>
            <w:tcW w:w="1985" w:type="dxa"/>
          </w:tcPr>
          <w:p w14:paraId="6A35BFA0" w14:textId="77777777" w:rsidR="0085747A" w:rsidRPr="00970C31" w:rsidRDefault="00865841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85747A" w:rsidRPr="00970C31">
              <w:rPr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2B055397" w14:textId="69B435EB" w:rsidR="0085747A" w:rsidRPr="00970C31" w:rsidRDefault="00626DC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 xml:space="preserve">praca </w:t>
            </w:r>
            <w:r w:rsidR="00533A8D">
              <w:rPr>
                <w:b w:val="0"/>
                <w:smallCaps w:val="0"/>
                <w:szCs w:val="24"/>
              </w:rPr>
              <w:t>diagnostyczna</w:t>
            </w:r>
            <w:r w:rsidRPr="00970C31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648201" w14:textId="77777777" w:rsidR="0085747A" w:rsidRPr="00970C31" w:rsidRDefault="00626DC6" w:rsidP="00507D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ćw.</w:t>
            </w:r>
          </w:p>
        </w:tc>
      </w:tr>
      <w:tr w:rsidR="00080FC3" w:rsidRPr="00970C31" w14:paraId="2747D15F" w14:textId="77777777" w:rsidTr="00C05F44">
        <w:tc>
          <w:tcPr>
            <w:tcW w:w="1985" w:type="dxa"/>
          </w:tcPr>
          <w:p w14:paraId="0DACF3E2" w14:textId="77777777" w:rsidR="00080FC3" w:rsidRPr="00970C31" w:rsidRDefault="00080FC3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70C31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F14EE4F" w14:textId="1C522009" w:rsidR="00080FC3" w:rsidRPr="00970C31" w:rsidRDefault="00626DC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 xml:space="preserve">praca </w:t>
            </w:r>
            <w:r w:rsidR="00533A8D">
              <w:rPr>
                <w:b w:val="0"/>
                <w:smallCaps w:val="0"/>
                <w:szCs w:val="24"/>
              </w:rPr>
              <w:t>diagnostyczna</w:t>
            </w:r>
            <w:r w:rsidRPr="00970C31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10711EF" w14:textId="77777777" w:rsidR="00080FC3" w:rsidRPr="00970C31" w:rsidRDefault="00626DC6" w:rsidP="00507D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ćw.</w:t>
            </w:r>
          </w:p>
        </w:tc>
      </w:tr>
    </w:tbl>
    <w:p w14:paraId="0937F14C" w14:textId="77777777" w:rsidR="00A433D8" w:rsidRDefault="00A433D8" w:rsidP="001B36A8">
      <w:pPr>
        <w:pStyle w:val="Punktygwne"/>
        <w:spacing w:before="0" w:after="0"/>
        <w:rPr>
          <w:smallCaps w:val="0"/>
          <w:szCs w:val="24"/>
        </w:rPr>
      </w:pPr>
    </w:p>
    <w:p w14:paraId="4230A489" w14:textId="77777777" w:rsidR="0085747A" w:rsidRPr="00970C31" w:rsidRDefault="003E1941" w:rsidP="001B36A8">
      <w:pPr>
        <w:pStyle w:val="Punktygwne"/>
        <w:spacing w:before="0" w:after="0"/>
        <w:rPr>
          <w:smallCaps w:val="0"/>
          <w:szCs w:val="24"/>
        </w:rPr>
      </w:pPr>
      <w:r w:rsidRPr="00970C31">
        <w:rPr>
          <w:smallCaps w:val="0"/>
          <w:szCs w:val="24"/>
        </w:rPr>
        <w:t xml:space="preserve">4.2 </w:t>
      </w:r>
      <w:r w:rsidR="0085747A" w:rsidRPr="00970C31">
        <w:rPr>
          <w:smallCaps w:val="0"/>
          <w:szCs w:val="24"/>
        </w:rPr>
        <w:t>Warunki zaliczenia przedmiotu (kryteria oceniania)</w:t>
      </w:r>
    </w:p>
    <w:p w14:paraId="5F24F0E3" w14:textId="77777777" w:rsidR="00923D7D" w:rsidRPr="00970C31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70C31" w14:paraId="32F36619" w14:textId="77777777" w:rsidTr="00923D7D">
        <w:tc>
          <w:tcPr>
            <w:tcW w:w="9670" w:type="dxa"/>
          </w:tcPr>
          <w:p w14:paraId="273A1B7E" w14:textId="77777777" w:rsidR="00C64677" w:rsidRDefault="00C64677" w:rsidP="00C64677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7B3D813E" w14:textId="77777777" w:rsidR="0080416D" w:rsidRDefault="0080416D" w:rsidP="008041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01942AE0" w14:textId="77777777" w:rsidR="0080416D" w:rsidRDefault="0080416D" w:rsidP="008041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2C3D96E3" w14:textId="77777777" w:rsidR="0080416D" w:rsidRDefault="0080416D" w:rsidP="008041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51D24F31" w14:textId="77777777" w:rsidR="0080416D" w:rsidRDefault="0080416D" w:rsidP="008041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0C34F025" w14:textId="77777777" w:rsidR="0080416D" w:rsidRDefault="0080416D" w:rsidP="008041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65ED756F" w14:textId="77777777" w:rsidR="0080416D" w:rsidRDefault="0080416D" w:rsidP="0080416D">
            <w:pPr>
              <w:pStyle w:val="Punktygwne"/>
              <w:spacing w:before="0" w:after="0"/>
              <w:rPr>
                <w:rStyle w:val="x4k7w5x"/>
                <w:b w:val="0"/>
                <w:smallCaps w:val="0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14:paraId="2B6F2C1C" w14:textId="77777777" w:rsidR="003D7578" w:rsidRPr="00970C31" w:rsidRDefault="003D7578" w:rsidP="008041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1BF13CA" w14:textId="097B6E7D" w:rsidR="0085747A" w:rsidRDefault="00C6467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Ćwiczenia: aktywność w trakcie zajęć, analiza jakościowa odpowiedzi na pytania kolokwi</w:t>
            </w:r>
            <w:r w:rsidR="00D92712">
              <w:rPr>
                <w:b w:val="0"/>
                <w:smallCaps w:val="0"/>
                <w:szCs w:val="24"/>
              </w:rPr>
              <w:t>ów</w:t>
            </w:r>
            <w:r w:rsidRPr="00970C31">
              <w:rPr>
                <w:b w:val="0"/>
                <w:smallCaps w:val="0"/>
                <w:szCs w:val="24"/>
              </w:rPr>
              <w:t xml:space="preserve"> zaliczeniow</w:t>
            </w:r>
            <w:r w:rsidR="00D92712">
              <w:rPr>
                <w:b w:val="0"/>
                <w:smallCaps w:val="0"/>
                <w:szCs w:val="24"/>
              </w:rPr>
              <w:t>ych</w:t>
            </w:r>
            <w:r w:rsidRPr="00970C31">
              <w:rPr>
                <w:b w:val="0"/>
                <w:smallCaps w:val="0"/>
                <w:szCs w:val="24"/>
              </w:rPr>
              <w:t xml:space="preserve">, analiza jakościowa pracy </w:t>
            </w:r>
            <w:r w:rsidR="00533A8D">
              <w:rPr>
                <w:b w:val="0"/>
                <w:smallCaps w:val="0"/>
                <w:szCs w:val="24"/>
              </w:rPr>
              <w:t>diagnostycznej</w:t>
            </w:r>
            <w:r w:rsidR="001C0331" w:rsidRPr="00970C31">
              <w:rPr>
                <w:b w:val="0"/>
                <w:smallCaps w:val="0"/>
                <w:szCs w:val="24"/>
              </w:rPr>
              <w:t xml:space="preserve"> (do wyboru: diagnoza rozwoju dziecka</w:t>
            </w:r>
            <w:r w:rsidR="000D6230" w:rsidRPr="00970C31">
              <w:rPr>
                <w:b w:val="0"/>
                <w:smallCaps w:val="0"/>
                <w:szCs w:val="24"/>
              </w:rPr>
              <w:t>;</w:t>
            </w:r>
            <w:r w:rsidR="00533A8D">
              <w:rPr>
                <w:b w:val="0"/>
                <w:smallCaps w:val="0"/>
                <w:szCs w:val="24"/>
              </w:rPr>
              <w:t xml:space="preserve"> </w:t>
            </w:r>
            <w:r w:rsidR="00DA2A79" w:rsidRPr="00970C31">
              <w:rPr>
                <w:b w:val="0"/>
                <w:smallCaps w:val="0"/>
                <w:szCs w:val="24"/>
              </w:rPr>
              <w:t xml:space="preserve">tożsamość i </w:t>
            </w:r>
            <w:r w:rsidR="001C0331" w:rsidRPr="00970C31">
              <w:rPr>
                <w:b w:val="0"/>
                <w:smallCaps w:val="0"/>
                <w:szCs w:val="24"/>
              </w:rPr>
              <w:t>cele życiowe adolescenta</w:t>
            </w:r>
            <w:r w:rsidR="000D6230" w:rsidRPr="00970C31">
              <w:rPr>
                <w:b w:val="0"/>
                <w:smallCaps w:val="0"/>
                <w:szCs w:val="24"/>
              </w:rPr>
              <w:t>;</w:t>
            </w:r>
            <w:r w:rsidR="001C0331" w:rsidRPr="00970C31">
              <w:rPr>
                <w:b w:val="0"/>
                <w:smallCaps w:val="0"/>
                <w:szCs w:val="24"/>
              </w:rPr>
              <w:t xml:space="preserve"> bilans życia seniora).</w:t>
            </w:r>
          </w:p>
          <w:p w14:paraId="7A671EDF" w14:textId="77777777" w:rsidR="0080416D" w:rsidRDefault="0080416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1183FD4" w14:textId="77777777" w:rsidR="0080416D" w:rsidRDefault="0080416D" w:rsidP="008041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7A559ABA" w14:textId="77777777" w:rsidR="0080416D" w:rsidRDefault="0080416D" w:rsidP="008041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411DD54B" w14:textId="77777777" w:rsidR="0080416D" w:rsidRDefault="0080416D" w:rsidP="008041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308C84AD" w14:textId="77777777" w:rsidR="0080416D" w:rsidRDefault="0080416D" w:rsidP="008041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19CA9FF1" w14:textId="77777777" w:rsidR="0080416D" w:rsidRDefault="0080416D" w:rsidP="008041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0D6691C8" w14:textId="77777777" w:rsidR="0080416D" w:rsidRPr="00970C31" w:rsidRDefault="0080416D" w:rsidP="0080416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3EA088A7" w14:textId="77777777" w:rsidR="0085747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FA731A8" w14:textId="77777777" w:rsidR="00A433D8" w:rsidRPr="00970C31" w:rsidRDefault="00A433D8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C28BC58" w14:textId="77777777" w:rsidR="009F4610" w:rsidRPr="00970C31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70C31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970C31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CE4C4C" w14:textId="77777777" w:rsidR="0085747A" w:rsidRPr="00970C3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70C31" w14:paraId="5CFFEDE5" w14:textId="77777777" w:rsidTr="003E1941">
        <w:tc>
          <w:tcPr>
            <w:tcW w:w="4962" w:type="dxa"/>
            <w:vAlign w:val="center"/>
          </w:tcPr>
          <w:p w14:paraId="6251A84B" w14:textId="77777777" w:rsidR="0085747A" w:rsidRPr="00970C3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C3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970C3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970C3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B23749" w14:textId="77777777" w:rsidR="0085747A" w:rsidRPr="00970C3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C3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970C3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970C3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70C31" w14:paraId="6C757417" w14:textId="77777777" w:rsidTr="00923D7D">
        <w:tc>
          <w:tcPr>
            <w:tcW w:w="4962" w:type="dxa"/>
          </w:tcPr>
          <w:p w14:paraId="61564620" w14:textId="77777777" w:rsidR="0085747A" w:rsidRPr="00970C3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970C3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970C3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970C3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970C3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970C31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970C31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970C31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CD34F5" w14:textId="77777777" w:rsidR="0085747A" w:rsidRPr="00970C31" w:rsidRDefault="003E00B4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C61DC5" w:rsidRPr="00970C31" w14:paraId="1AA86123" w14:textId="77777777" w:rsidTr="00923D7D">
        <w:tc>
          <w:tcPr>
            <w:tcW w:w="4962" w:type="dxa"/>
          </w:tcPr>
          <w:p w14:paraId="70F3956E" w14:textId="77777777" w:rsidR="003E00B4" w:rsidRPr="00970C3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970C3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3E00B4" w:rsidRPr="00970C3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BB89F90" w14:textId="77777777" w:rsidR="003E00B4" w:rsidRPr="00970C31" w:rsidRDefault="003E00B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970C31">
              <w:rPr>
                <w:rFonts w:ascii="Times New Roman" w:hAnsi="Times New Roman"/>
                <w:sz w:val="24"/>
                <w:szCs w:val="24"/>
              </w:rPr>
              <w:t xml:space="preserve">udział w konsultacjach </w:t>
            </w:r>
          </w:p>
          <w:p w14:paraId="04CE21DF" w14:textId="77777777" w:rsidR="00C61DC5" w:rsidRPr="00970C31" w:rsidRDefault="003E00B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 xml:space="preserve">- udział w </w:t>
            </w:r>
            <w:r w:rsidR="00C61DC5" w:rsidRPr="00970C31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72F61138" w14:textId="77777777" w:rsidR="00C61DC5" w:rsidRPr="00970C31" w:rsidRDefault="00C61DC5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FF8DCC" w14:textId="77777777" w:rsidR="00D56283" w:rsidRPr="00970C31" w:rsidRDefault="00312A98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3AEFC013" w14:textId="77777777" w:rsidR="00D56283" w:rsidRPr="00970C31" w:rsidRDefault="00D56283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970C31" w14:paraId="6B18DB17" w14:textId="77777777" w:rsidTr="00923D7D">
        <w:tc>
          <w:tcPr>
            <w:tcW w:w="4962" w:type="dxa"/>
          </w:tcPr>
          <w:p w14:paraId="48A33316" w14:textId="77777777" w:rsidR="0071620A" w:rsidRPr="00970C3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970C3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970C31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3E00B4" w:rsidRPr="00970C3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7EBB5C0" w14:textId="77777777" w:rsidR="003E00B4" w:rsidRDefault="003E00B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970C31">
              <w:rPr>
                <w:rFonts w:ascii="Times New Roman" w:hAnsi="Times New Roman"/>
                <w:sz w:val="24"/>
                <w:szCs w:val="24"/>
              </w:rPr>
              <w:t xml:space="preserve">przygotowanie do zajęć </w:t>
            </w:r>
          </w:p>
          <w:p w14:paraId="68A849A9" w14:textId="77777777" w:rsidR="00D92712" w:rsidRPr="00970C31" w:rsidRDefault="00D9271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kolokwiów</w:t>
            </w:r>
          </w:p>
          <w:p w14:paraId="1B1EBA1B" w14:textId="77777777" w:rsidR="003E00B4" w:rsidRPr="00970C31" w:rsidRDefault="003E00B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 xml:space="preserve">- przygotowanie do </w:t>
            </w:r>
            <w:r w:rsidR="00C61DC5" w:rsidRPr="00970C31">
              <w:rPr>
                <w:rFonts w:ascii="Times New Roman" w:hAnsi="Times New Roman"/>
                <w:sz w:val="24"/>
                <w:szCs w:val="24"/>
              </w:rPr>
              <w:t xml:space="preserve">egzaminu </w:t>
            </w:r>
          </w:p>
          <w:p w14:paraId="04D64BE5" w14:textId="77777777" w:rsidR="00C61DC5" w:rsidRDefault="003E00B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970C31">
              <w:rPr>
                <w:rFonts w:ascii="Times New Roman" w:hAnsi="Times New Roman"/>
                <w:sz w:val="24"/>
                <w:szCs w:val="24"/>
              </w:rPr>
              <w:t xml:space="preserve">napisanie </w:t>
            </w:r>
            <w:r w:rsidRPr="00970C31">
              <w:rPr>
                <w:rFonts w:ascii="Times New Roman" w:hAnsi="Times New Roman"/>
                <w:sz w:val="24"/>
                <w:szCs w:val="24"/>
              </w:rPr>
              <w:t>pracy pisemnej</w:t>
            </w:r>
          </w:p>
          <w:p w14:paraId="2C2A3881" w14:textId="77777777" w:rsidR="00312A98" w:rsidRPr="00970C31" w:rsidRDefault="00312A9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6AC67C0F" w14:textId="77777777" w:rsidR="00C61DC5" w:rsidRPr="00970C31" w:rsidRDefault="00C61DC5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924B6D" w14:textId="77777777" w:rsidR="00D56283" w:rsidRPr="00970C31" w:rsidRDefault="00D56283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6477BB" w14:textId="77777777" w:rsidR="00D56283" w:rsidRDefault="00D92712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14:paraId="27520053" w14:textId="77777777" w:rsidR="00D92712" w:rsidRPr="00970C31" w:rsidRDefault="00D92712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14:paraId="0FE33D42" w14:textId="77777777" w:rsidR="00D56283" w:rsidRPr="00970C31" w:rsidRDefault="00312A98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1BB1BCEF" w14:textId="77777777" w:rsidR="00D56283" w:rsidRDefault="00312A98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0CA9D9E5" w14:textId="77777777" w:rsidR="00312A98" w:rsidRPr="00970C31" w:rsidRDefault="00312A98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970C31" w14:paraId="0254E7AB" w14:textId="77777777" w:rsidTr="00923D7D">
        <w:tc>
          <w:tcPr>
            <w:tcW w:w="4962" w:type="dxa"/>
          </w:tcPr>
          <w:p w14:paraId="3399E456" w14:textId="77777777" w:rsidR="0085747A" w:rsidRPr="00970C3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0C3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D98F22" w14:textId="77777777" w:rsidR="0085747A" w:rsidRPr="00970C31" w:rsidRDefault="00D92712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</w:tr>
      <w:tr w:rsidR="0085747A" w:rsidRPr="00970C31" w14:paraId="551D6B40" w14:textId="77777777" w:rsidTr="00923D7D">
        <w:tc>
          <w:tcPr>
            <w:tcW w:w="4962" w:type="dxa"/>
          </w:tcPr>
          <w:p w14:paraId="0E483635" w14:textId="77777777" w:rsidR="0085747A" w:rsidRPr="00970C3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70C3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5453BF" w14:textId="77777777" w:rsidR="0085747A" w:rsidRPr="00A433D8" w:rsidRDefault="00D92712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14:paraId="64A85E2D" w14:textId="77777777" w:rsidR="0085747A" w:rsidRPr="00970C31" w:rsidRDefault="00923D7D" w:rsidP="001B36A8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970C31">
        <w:rPr>
          <w:b w:val="0"/>
          <w:i/>
          <w:smallCaps w:val="0"/>
          <w:szCs w:val="24"/>
        </w:rPr>
        <w:t xml:space="preserve">* </w:t>
      </w:r>
      <w:r w:rsidR="00C61DC5" w:rsidRPr="00970C3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31D2B8" w14:textId="77777777" w:rsidR="003E1941" w:rsidRPr="00970C3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46DA5AC" w14:textId="77777777" w:rsidR="0085747A" w:rsidRPr="00970C3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970C31">
        <w:rPr>
          <w:smallCaps w:val="0"/>
          <w:szCs w:val="24"/>
        </w:rPr>
        <w:t xml:space="preserve">6. </w:t>
      </w:r>
      <w:r w:rsidR="0085747A" w:rsidRPr="00970C31">
        <w:rPr>
          <w:smallCaps w:val="0"/>
          <w:szCs w:val="24"/>
        </w:rPr>
        <w:t>PRAKTYKI ZAWO</w:t>
      </w:r>
      <w:r w:rsidR="009D3F3B" w:rsidRPr="00970C31">
        <w:rPr>
          <w:smallCaps w:val="0"/>
          <w:szCs w:val="24"/>
        </w:rPr>
        <w:t>DOWE W RAMACH PRZEDMIOTU</w:t>
      </w:r>
    </w:p>
    <w:p w14:paraId="0D79A69B" w14:textId="77777777" w:rsidR="0085747A" w:rsidRPr="00970C3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70C31" w14:paraId="6727E3CE" w14:textId="77777777" w:rsidTr="0071620A">
        <w:trPr>
          <w:trHeight w:val="397"/>
        </w:trPr>
        <w:tc>
          <w:tcPr>
            <w:tcW w:w="3544" w:type="dxa"/>
          </w:tcPr>
          <w:p w14:paraId="0EF94A19" w14:textId="77777777" w:rsidR="0085747A" w:rsidRPr="00970C3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9C66FE" w14:textId="77777777" w:rsidR="0085747A" w:rsidRPr="00970C31" w:rsidRDefault="00A433D8" w:rsidP="002E5BD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70C31" w14:paraId="71E9D537" w14:textId="77777777" w:rsidTr="0071620A">
        <w:trPr>
          <w:trHeight w:val="397"/>
        </w:trPr>
        <w:tc>
          <w:tcPr>
            <w:tcW w:w="3544" w:type="dxa"/>
          </w:tcPr>
          <w:p w14:paraId="005B4542" w14:textId="77777777" w:rsidR="0085747A" w:rsidRPr="00970C3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0C31">
              <w:rPr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487CAC46" w14:textId="77777777" w:rsidR="0085747A" w:rsidRPr="00970C31" w:rsidRDefault="00A433D8" w:rsidP="002E5BD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2A59AC3" w14:textId="77777777" w:rsidR="003E1941" w:rsidRPr="00970C3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62F0761" w14:textId="77777777" w:rsidR="0085747A" w:rsidRPr="00970C31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970C31">
        <w:rPr>
          <w:smallCaps w:val="0"/>
          <w:szCs w:val="24"/>
        </w:rPr>
        <w:t xml:space="preserve">7. </w:t>
      </w:r>
      <w:r w:rsidR="0085747A" w:rsidRPr="00970C31">
        <w:rPr>
          <w:smallCaps w:val="0"/>
          <w:szCs w:val="24"/>
        </w:rPr>
        <w:t>LITERATURA</w:t>
      </w:r>
    </w:p>
    <w:p w14:paraId="253AD43B" w14:textId="77777777" w:rsidR="00675843" w:rsidRPr="00970C31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70C31" w14:paraId="78F87ACB" w14:textId="77777777" w:rsidTr="00970C31">
        <w:trPr>
          <w:trHeight w:val="397"/>
        </w:trPr>
        <w:tc>
          <w:tcPr>
            <w:tcW w:w="5000" w:type="pct"/>
          </w:tcPr>
          <w:p w14:paraId="5CEC938E" w14:textId="77777777" w:rsidR="00851731" w:rsidRPr="001B36A8" w:rsidRDefault="0085747A" w:rsidP="001B36A8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1B36A8">
              <w:rPr>
                <w:smallCaps w:val="0"/>
                <w:szCs w:val="24"/>
              </w:rPr>
              <w:t>Literatura podstawowa:</w:t>
            </w:r>
          </w:p>
          <w:p w14:paraId="7AE58A4B" w14:textId="77777777" w:rsidR="00F70813" w:rsidRPr="00970C31" w:rsidRDefault="00F70813" w:rsidP="001B36A8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970C31">
              <w:rPr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970C31">
              <w:rPr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970C31">
              <w:rPr>
                <w:b w:val="0"/>
                <w:smallCaps w:val="0"/>
                <w:color w:val="000000"/>
                <w:szCs w:val="24"/>
              </w:rPr>
              <w:t xml:space="preserve">, K., Ziółkowska, B. (2016). </w:t>
            </w:r>
            <w:r w:rsidRPr="001B36A8">
              <w:rPr>
                <w:b w:val="0"/>
                <w:i/>
                <w:smallCaps w:val="0"/>
                <w:color w:val="000000"/>
                <w:szCs w:val="24"/>
              </w:rPr>
              <w:t>Psychologia</w:t>
            </w:r>
            <w:r w:rsidR="001B36A8" w:rsidRPr="001B36A8">
              <w:rPr>
                <w:b w:val="0"/>
                <w:i/>
                <w:smallCaps w:val="0"/>
                <w:color w:val="000000"/>
                <w:szCs w:val="24"/>
              </w:rPr>
              <w:t xml:space="preserve"> rozwoju człowieka</w:t>
            </w:r>
            <w:r w:rsidR="001B36A8">
              <w:rPr>
                <w:b w:val="0"/>
                <w:smallCaps w:val="0"/>
                <w:color w:val="000000"/>
                <w:szCs w:val="24"/>
              </w:rPr>
              <w:t>. Sopot: GWP.</w:t>
            </w:r>
            <w:r w:rsidR="00964BCE" w:rsidRPr="00970C31">
              <w:rPr>
                <w:b w:val="0"/>
                <w:smallCaps w:val="0"/>
                <w:color w:val="000000"/>
                <w:szCs w:val="24"/>
              </w:rPr>
              <w:br/>
            </w:r>
            <w:proofErr w:type="spellStart"/>
            <w:r w:rsidR="00C80E20" w:rsidRPr="00970C31">
              <w:rPr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="00C80E20" w:rsidRPr="00970C31">
              <w:rPr>
                <w:b w:val="0"/>
                <w:smallCaps w:val="0"/>
                <w:color w:val="000000"/>
                <w:szCs w:val="24"/>
              </w:rPr>
              <w:t xml:space="preserve">, J. (2018). </w:t>
            </w:r>
            <w:r w:rsidR="00C80E20" w:rsidRPr="001B36A8">
              <w:rPr>
                <w:b w:val="0"/>
                <w:i/>
                <w:smallCaps w:val="0"/>
                <w:color w:val="000000"/>
                <w:szCs w:val="24"/>
              </w:rPr>
              <w:t>Psychologia rozwoju człowieka: podręcznik akademicki</w:t>
            </w:r>
            <w:r w:rsidR="00C80E20" w:rsidRPr="00970C31">
              <w:rPr>
                <w:b w:val="0"/>
                <w:smallCaps w:val="0"/>
                <w:color w:val="000000"/>
                <w:szCs w:val="24"/>
              </w:rPr>
              <w:t>.  Warszawa: PWN.</w:t>
            </w:r>
          </w:p>
          <w:p w14:paraId="52F76C09" w14:textId="77777777" w:rsidR="00851731" w:rsidRPr="00970C31" w:rsidRDefault="00851731" w:rsidP="001B36A8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70C31" w14:paraId="6C5643D9" w14:textId="77777777" w:rsidTr="00970C31">
        <w:trPr>
          <w:trHeight w:val="397"/>
        </w:trPr>
        <w:tc>
          <w:tcPr>
            <w:tcW w:w="5000" w:type="pct"/>
          </w:tcPr>
          <w:p w14:paraId="6F8BC2AB" w14:textId="77777777" w:rsidR="001F3E3D" w:rsidRPr="00970C31" w:rsidRDefault="0085747A" w:rsidP="001B36A8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1B36A8">
              <w:rPr>
                <w:smallCaps w:val="0"/>
                <w:szCs w:val="24"/>
              </w:rPr>
              <w:t>Literatura uzupełniająca:</w:t>
            </w:r>
            <w:r w:rsidR="00F03A5B" w:rsidRPr="00970C31">
              <w:rPr>
                <w:b w:val="0"/>
                <w:smallCaps w:val="0"/>
                <w:szCs w:val="24"/>
              </w:rPr>
              <w:br/>
            </w:r>
            <w:proofErr w:type="spellStart"/>
            <w:r w:rsidR="00851731" w:rsidRPr="00970C31">
              <w:rPr>
                <w:b w:val="0"/>
                <w:iCs/>
                <w:smallCaps w:val="0"/>
                <w:color w:val="000000"/>
                <w:szCs w:val="24"/>
              </w:rPr>
              <w:t>Bakiera</w:t>
            </w:r>
            <w:proofErr w:type="spellEnd"/>
            <w:r w:rsidR="00851731" w:rsidRPr="00970C31">
              <w:rPr>
                <w:b w:val="0"/>
                <w:iCs/>
                <w:smallCaps w:val="0"/>
                <w:color w:val="000000"/>
                <w:szCs w:val="24"/>
              </w:rPr>
              <w:t xml:space="preserve">, L., </w:t>
            </w:r>
            <w:proofErr w:type="spellStart"/>
            <w:r w:rsidR="00851731" w:rsidRPr="00970C31">
              <w:rPr>
                <w:b w:val="0"/>
                <w:iCs/>
                <w:smallCaps w:val="0"/>
                <w:color w:val="000000"/>
                <w:szCs w:val="24"/>
              </w:rPr>
              <w:t>Stelter</w:t>
            </w:r>
            <w:proofErr w:type="spellEnd"/>
            <w:r w:rsidR="00851731" w:rsidRPr="00970C31">
              <w:rPr>
                <w:b w:val="0"/>
                <w:iCs/>
                <w:smallCaps w:val="0"/>
                <w:color w:val="000000"/>
                <w:szCs w:val="24"/>
              </w:rPr>
              <w:t xml:space="preserve">, Ż. (2011). </w:t>
            </w:r>
            <w:r w:rsidR="00851731" w:rsidRPr="001B36A8">
              <w:rPr>
                <w:b w:val="0"/>
                <w:i/>
                <w:iCs/>
                <w:smallCaps w:val="0"/>
                <w:color w:val="000000"/>
                <w:szCs w:val="24"/>
              </w:rPr>
              <w:t>Leksykon psychologii rozwoju człowieka</w:t>
            </w:r>
            <w:r w:rsidR="00851731" w:rsidRPr="00970C31">
              <w:rPr>
                <w:b w:val="0"/>
                <w:iCs/>
                <w:smallCaps w:val="0"/>
                <w:color w:val="000000"/>
                <w:szCs w:val="24"/>
              </w:rPr>
              <w:t xml:space="preserve">. Warszawa: Engram, </w:t>
            </w:r>
            <w:proofErr w:type="spellStart"/>
            <w:r w:rsidR="00851731" w:rsidRPr="00970C31">
              <w:rPr>
                <w:b w:val="0"/>
                <w:iCs/>
                <w:smallCaps w:val="0"/>
                <w:color w:val="000000"/>
                <w:szCs w:val="24"/>
              </w:rPr>
              <w:t>Difin</w:t>
            </w:r>
            <w:proofErr w:type="spellEnd"/>
            <w:r w:rsidR="00851731" w:rsidRPr="00970C31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FB7FCF3" w14:textId="77777777" w:rsidR="001F3E3D" w:rsidRPr="00970C31" w:rsidRDefault="001F3E3D" w:rsidP="001B36A8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 xml:space="preserve">Gosztyła, T., </w:t>
            </w:r>
            <w:proofErr w:type="spellStart"/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>Prokopiak</w:t>
            </w:r>
            <w:proofErr w:type="spellEnd"/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 xml:space="preserve">, A., Pasternak, J. (2019). Radzenie sobie ze stresem a rozwój </w:t>
            </w:r>
            <w:proofErr w:type="spellStart"/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>potraumatyczny</w:t>
            </w:r>
            <w:proofErr w:type="spellEnd"/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 xml:space="preserve"> rodziców dzieci ze spektrum autyzmu. </w:t>
            </w:r>
            <w:r w:rsidRPr="001B36A8">
              <w:rPr>
                <w:b w:val="0"/>
                <w:i/>
                <w:iCs/>
                <w:smallCaps w:val="0"/>
                <w:color w:val="000000"/>
                <w:szCs w:val="24"/>
              </w:rPr>
              <w:t>Edukacja-Technika-Informatyka, 1</w:t>
            </w:r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>, 46-52.</w:t>
            </w:r>
          </w:p>
          <w:p w14:paraId="306FE699" w14:textId="77777777" w:rsidR="0069010A" w:rsidRPr="00970C31" w:rsidRDefault="0069010A" w:rsidP="001B36A8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 xml:space="preserve">Hoffman, M.L. (2006). </w:t>
            </w:r>
            <w:r w:rsidRPr="001B36A8">
              <w:rPr>
                <w:b w:val="0"/>
                <w:i/>
                <w:iCs/>
                <w:smallCaps w:val="0"/>
                <w:color w:val="000000"/>
                <w:szCs w:val="24"/>
              </w:rPr>
              <w:t>Empatia i rozwój moralny</w:t>
            </w:r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970C31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>Gdańsk</w:t>
            </w:r>
            <w:proofErr w:type="spellEnd"/>
            <w:r w:rsidRPr="00970C31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>: GWP.</w:t>
            </w:r>
          </w:p>
          <w:p w14:paraId="4FEE39C6" w14:textId="77777777" w:rsidR="00680684" w:rsidRPr="00970C31" w:rsidRDefault="00680684" w:rsidP="001B36A8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970C31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Louis, J.P., McDonald-Louis, K. (2017). </w:t>
            </w:r>
            <w:r w:rsidRPr="001B36A8">
              <w:rPr>
                <w:b w:val="0"/>
                <w:i/>
                <w:iCs/>
                <w:smallCaps w:val="0"/>
                <w:color w:val="000000"/>
                <w:szCs w:val="24"/>
              </w:rPr>
              <w:t>Mały człowiek, wielkie potrzeby. Jak zadbać o prawidłowy rozwój emocjonalny dziecka</w:t>
            </w:r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012B31A2" w14:textId="77777777" w:rsidR="00002165" w:rsidRPr="00970C31" w:rsidRDefault="00002165" w:rsidP="001B36A8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 xml:space="preserve">Piaget, J. (2005). </w:t>
            </w:r>
            <w:r w:rsidRPr="001B36A8">
              <w:rPr>
                <w:b w:val="0"/>
                <w:i/>
                <w:iCs/>
                <w:smallCaps w:val="0"/>
                <w:color w:val="000000"/>
                <w:szCs w:val="24"/>
              </w:rPr>
              <w:t>Mowa i myślenie dziecka</w:t>
            </w:r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>. Warszawa: Wydaw. Naukowe PWN.</w:t>
            </w:r>
          </w:p>
          <w:p w14:paraId="711BB903" w14:textId="77777777" w:rsidR="00F03A5B" w:rsidRPr="00970C31" w:rsidRDefault="00F03A5B" w:rsidP="001B36A8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 xml:space="preserve">Oleś, P. K. (2014). </w:t>
            </w:r>
            <w:r w:rsidRPr="001B36A8">
              <w:rPr>
                <w:b w:val="0"/>
                <w:i/>
                <w:iCs/>
                <w:smallCaps w:val="0"/>
                <w:color w:val="000000"/>
                <w:szCs w:val="24"/>
              </w:rPr>
              <w:t>Psychologia człowieka dorosłego</w:t>
            </w:r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>. Warszawa: PWN.</w:t>
            </w:r>
          </w:p>
          <w:p w14:paraId="4F95ABE4" w14:textId="77777777" w:rsidR="00F03A5B" w:rsidRPr="00970C31" w:rsidRDefault="00F03A5B" w:rsidP="001B36A8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 xml:space="preserve">, H.R. (2014). </w:t>
            </w:r>
            <w:r w:rsidRPr="001B36A8">
              <w:rPr>
                <w:b w:val="0"/>
                <w:i/>
                <w:iCs/>
                <w:smallCaps w:val="0"/>
                <w:color w:val="000000"/>
                <w:szCs w:val="24"/>
              </w:rPr>
              <w:t>Psychologia dziecka.</w:t>
            </w:r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 xml:space="preserve"> Warszawa: Wydawnic</w:t>
            </w:r>
            <w:r w:rsidR="001B36A8">
              <w:rPr>
                <w:b w:val="0"/>
                <w:iCs/>
                <w:smallCaps w:val="0"/>
                <w:color w:val="000000"/>
                <w:szCs w:val="24"/>
              </w:rPr>
              <w:t>two Naukowe PWN.</w:t>
            </w:r>
          </w:p>
          <w:p w14:paraId="3BF01C53" w14:textId="77777777" w:rsidR="0085747A" w:rsidRPr="00970C31" w:rsidRDefault="00F03A5B" w:rsidP="001B36A8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>Steuden</w:t>
            </w:r>
            <w:proofErr w:type="spellEnd"/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 xml:space="preserve">, S. (2011). </w:t>
            </w:r>
            <w:r w:rsidRPr="001B36A8">
              <w:rPr>
                <w:b w:val="0"/>
                <w:i/>
                <w:iCs/>
                <w:smallCaps w:val="0"/>
                <w:color w:val="000000"/>
                <w:szCs w:val="24"/>
              </w:rPr>
              <w:t>Psychologia starzenia się i starości</w:t>
            </w:r>
            <w:r w:rsidRPr="00970C31">
              <w:rPr>
                <w:b w:val="0"/>
                <w:iCs/>
                <w:smallCaps w:val="0"/>
                <w:color w:val="000000"/>
                <w:szCs w:val="24"/>
              </w:rPr>
              <w:t>. Warszawa: PWN.</w:t>
            </w:r>
          </w:p>
          <w:p w14:paraId="057B7579" w14:textId="77777777" w:rsidR="00F03A5B" w:rsidRPr="00970C31" w:rsidRDefault="00F03A5B" w:rsidP="001B36A8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475D212" w14:textId="77777777" w:rsidR="0085747A" w:rsidRPr="00970C3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708C84A" w14:textId="77777777" w:rsidR="0085747A" w:rsidRPr="00970C3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6F8B13A" w14:textId="77777777" w:rsidR="0085747A" w:rsidRPr="00970C3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970C31">
        <w:rPr>
          <w:b w:val="0"/>
          <w:smallCaps w:val="0"/>
          <w:szCs w:val="24"/>
        </w:rPr>
        <w:t>Akceptacja Kierownika Jednostki lub osoby upoważnionej</w:t>
      </w:r>
    </w:p>
    <w:sectPr w:rsidR="0085747A" w:rsidRPr="00970C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BF7FB" w14:textId="77777777" w:rsidR="001A33CA" w:rsidRDefault="001A33CA" w:rsidP="00C16ABF">
      <w:pPr>
        <w:spacing w:after="0" w:line="240" w:lineRule="auto"/>
      </w:pPr>
      <w:r>
        <w:separator/>
      </w:r>
    </w:p>
  </w:endnote>
  <w:endnote w:type="continuationSeparator" w:id="0">
    <w:p w14:paraId="307B72DE" w14:textId="77777777" w:rsidR="001A33CA" w:rsidRDefault="001A33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A483B" w14:textId="77777777" w:rsidR="001A33CA" w:rsidRDefault="001A33CA" w:rsidP="00C16ABF">
      <w:pPr>
        <w:spacing w:after="0" w:line="240" w:lineRule="auto"/>
      </w:pPr>
      <w:r>
        <w:separator/>
      </w:r>
    </w:p>
  </w:footnote>
  <w:footnote w:type="continuationSeparator" w:id="0">
    <w:p w14:paraId="2180BC4E" w14:textId="77777777" w:rsidR="001A33CA" w:rsidRDefault="001A33CA" w:rsidP="00C16ABF">
      <w:pPr>
        <w:spacing w:after="0" w:line="240" w:lineRule="auto"/>
      </w:pPr>
      <w:r>
        <w:continuationSeparator/>
      </w:r>
    </w:p>
  </w:footnote>
  <w:footnote w:id="1">
    <w:p w14:paraId="1C2A4B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864523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165"/>
    <w:rsid w:val="000048FD"/>
    <w:rsid w:val="000077B4"/>
    <w:rsid w:val="00012A90"/>
    <w:rsid w:val="00015B8F"/>
    <w:rsid w:val="000228E0"/>
    <w:rsid w:val="00022ECE"/>
    <w:rsid w:val="000264FD"/>
    <w:rsid w:val="00041FD6"/>
    <w:rsid w:val="00042A51"/>
    <w:rsid w:val="00042D2E"/>
    <w:rsid w:val="00044C82"/>
    <w:rsid w:val="00070ED6"/>
    <w:rsid w:val="000742DC"/>
    <w:rsid w:val="00080FC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612"/>
    <w:rsid w:val="000C4573"/>
    <w:rsid w:val="000D04B0"/>
    <w:rsid w:val="000D6230"/>
    <w:rsid w:val="000E6788"/>
    <w:rsid w:val="000F1C57"/>
    <w:rsid w:val="000F5615"/>
    <w:rsid w:val="00122DCA"/>
    <w:rsid w:val="00124BFF"/>
    <w:rsid w:val="0012560E"/>
    <w:rsid w:val="00127108"/>
    <w:rsid w:val="00134B13"/>
    <w:rsid w:val="00146BC0"/>
    <w:rsid w:val="00152EDA"/>
    <w:rsid w:val="00153C41"/>
    <w:rsid w:val="00154381"/>
    <w:rsid w:val="001640A7"/>
    <w:rsid w:val="00164FA7"/>
    <w:rsid w:val="001669A2"/>
    <w:rsid w:val="00166A03"/>
    <w:rsid w:val="001718A7"/>
    <w:rsid w:val="001737CF"/>
    <w:rsid w:val="00176083"/>
    <w:rsid w:val="00192F37"/>
    <w:rsid w:val="00197670"/>
    <w:rsid w:val="001A33CA"/>
    <w:rsid w:val="001A70D2"/>
    <w:rsid w:val="001B36A8"/>
    <w:rsid w:val="001C0331"/>
    <w:rsid w:val="001D6289"/>
    <w:rsid w:val="001D657B"/>
    <w:rsid w:val="001D7B54"/>
    <w:rsid w:val="001E0209"/>
    <w:rsid w:val="001F2CA2"/>
    <w:rsid w:val="001F3E3D"/>
    <w:rsid w:val="00200213"/>
    <w:rsid w:val="002044EF"/>
    <w:rsid w:val="00212125"/>
    <w:rsid w:val="002144C0"/>
    <w:rsid w:val="0021532D"/>
    <w:rsid w:val="0022477D"/>
    <w:rsid w:val="002278A9"/>
    <w:rsid w:val="002336F9"/>
    <w:rsid w:val="0024028F"/>
    <w:rsid w:val="00243727"/>
    <w:rsid w:val="00244ABC"/>
    <w:rsid w:val="00270C0E"/>
    <w:rsid w:val="00281FF2"/>
    <w:rsid w:val="002857DE"/>
    <w:rsid w:val="0028586C"/>
    <w:rsid w:val="00291567"/>
    <w:rsid w:val="002A22BF"/>
    <w:rsid w:val="002A2389"/>
    <w:rsid w:val="002A671D"/>
    <w:rsid w:val="002B3DD5"/>
    <w:rsid w:val="002B4D55"/>
    <w:rsid w:val="002B5EA0"/>
    <w:rsid w:val="002B6119"/>
    <w:rsid w:val="002C1F06"/>
    <w:rsid w:val="002D006E"/>
    <w:rsid w:val="002D3375"/>
    <w:rsid w:val="002D42E9"/>
    <w:rsid w:val="002D4949"/>
    <w:rsid w:val="002D73D4"/>
    <w:rsid w:val="002E5BD6"/>
    <w:rsid w:val="002F02A3"/>
    <w:rsid w:val="002F4ABE"/>
    <w:rsid w:val="003018BA"/>
    <w:rsid w:val="0030395F"/>
    <w:rsid w:val="00305C92"/>
    <w:rsid w:val="00306759"/>
    <w:rsid w:val="00312A98"/>
    <w:rsid w:val="00313D0C"/>
    <w:rsid w:val="003151C5"/>
    <w:rsid w:val="003305E7"/>
    <w:rsid w:val="003343CF"/>
    <w:rsid w:val="003356DE"/>
    <w:rsid w:val="00346FE9"/>
    <w:rsid w:val="0034759A"/>
    <w:rsid w:val="003503F6"/>
    <w:rsid w:val="003530DD"/>
    <w:rsid w:val="00363F78"/>
    <w:rsid w:val="00364C3D"/>
    <w:rsid w:val="00366346"/>
    <w:rsid w:val="0036673B"/>
    <w:rsid w:val="00393F70"/>
    <w:rsid w:val="003946B8"/>
    <w:rsid w:val="003A0A5B"/>
    <w:rsid w:val="003A1176"/>
    <w:rsid w:val="003C0BAE"/>
    <w:rsid w:val="003D18A9"/>
    <w:rsid w:val="003D5126"/>
    <w:rsid w:val="003D6CE2"/>
    <w:rsid w:val="003D7578"/>
    <w:rsid w:val="003E00B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C8C"/>
    <w:rsid w:val="004706D1"/>
    <w:rsid w:val="00471326"/>
    <w:rsid w:val="0047393B"/>
    <w:rsid w:val="0047598D"/>
    <w:rsid w:val="004840FD"/>
    <w:rsid w:val="004878C9"/>
    <w:rsid w:val="00490F7D"/>
    <w:rsid w:val="00491678"/>
    <w:rsid w:val="004968E2"/>
    <w:rsid w:val="004A23DA"/>
    <w:rsid w:val="004A2745"/>
    <w:rsid w:val="004A3EEA"/>
    <w:rsid w:val="004A4D1F"/>
    <w:rsid w:val="004C7C08"/>
    <w:rsid w:val="004D5282"/>
    <w:rsid w:val="004F1551"/>
    <w:rsid w:val="004F55A3"/>
    <w:rsid w:val="0050496F"/>
    <w:rsid w:val="00507D0E"/>
    <w:rsid w:val="00513B6F"/>
    <w:rsid w:val="0051753F"/>
    <w:rsid w:val="00517C63"/>
    <w:rsid w:val="00533A8D"/>
    <w:rsid w:val="005363C4"/>
    <w:rsid w:val="00536BDE"/>
    <w:rsid w:val="00543ACC"/>
    <w:rsid w:val="0054667C"/>
    <w:rsid w:val="0056696D"/>
    <w:rsid w:val="0058310B"/>
    <w:rsid w:val="0059484D"/>
    <w:rsid w:val="005A0855"/>
    <w:rsid w:val="005A133C"/>
    <w:rsid w:val="005A3196"/>
    <w:rsid w:val="005B0886"/>
    <w:rsid w:val="005B4975"/>
    <w:rsid w:val="005C080F"/>
    <w:rsid w:val="005C55E5"/>
    <w:rsid w:val="005C696A"/>
    <w:rsid w:val="005E31D3"/>
    <w:rsid w:val="005E6E85"/>
    <w:rsid w:val="005F31D2"/>
    <w:rsid w:val="0061029B"/>
    <w:rsid w:val="00617230"/>
    <w:rsid w:val="00621CE1"/>
    <w:rsid w:val="00626DC6"/>
    <w:rsid w:val="00627FC9"/>
    <w:rsid w:val="00647FA8"/>
    <w:rsid w:val="00650C5F"/>
    <w:rsid w:val="00654934"/>
    <w:rsid w:val="0065499E"/>
    <w:rsid w:val="006620D9"/>
    <w:rsid w:val="00671958"/>
    <w:rsid w:val="00675843"/>
    <w:rsid w:val="00680684"/>
    <w:rsid w:val="00686AC1"/>
    <w:rsid w:val="0069010A"/>
    <w:rsid w:val="00696477"/>
    <w:rsid w:val="006A5034"/>
    <w:rsid w:val="006C0F9A"/>
    <w:rsid w:val="006D050F"/>
    <w:rsid w:val="006D6139"/>
    <w:rsid w:val="006E434F"/>
    <w:rsid w:val="006E5D65"/>
    <w:rsid w:val="006F1282"/>
    <w:rsid w:val="006F195B"/>
    <w:rsid w:val="006F1FBC"/>
    <w:rsid w:val="006F31E2"/>
    <w:rsid w:val="006F51F7"/>
    <w:rsid w:val="00706544"/>
    <w:rsid w:val="007072BA"/>
    <w:rsid w:val="0071620A"/>
    <w:rsid w:val="00722A36"/>
    <w:rsid w:val="00723C70"/>
    <w:rsid w:val="00724677"/>
    <w:rsid w:val="00725459"/>
    <w:rsid w:val="007327BD"/>
    <w:rsid w:val="007335C0"/>
    <w:rsid w:val="00734608"/>
    <w:rsid w:val="00745302"/>
    <w:rsid w:val="00745C78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5E"/>
    <w:rsid w:val="007F4155"/>
    <w:rsid w:val="007F74C2"/>
    <w:rsid w:val="007F76F1"/>
    <w:rsid w:val="00800857"/>
    <w:rsid w:val="0080416D"/>
    <w:rsid w:val="008108CB"/>
    <w:rsid w:val="0081554D"/>
    <w:rsid w:val="0081707E"/>
    <w:rsid w:val="00830762"/>
    <w:rsid w:val="008449B3"/>
    <w:rsid w:val="00851731"/>
    <w:rsid w:val="0085400E"/>
    <w:rsid w:val="008552A2"/>
    <w:rsid w:val="00855C2D"/>
    <w:rsid w:val="0085747A"/>
    <w:rsid w:val="00865841"/>
    <w:rsid w:val="00867832"/>
    <w:rsid w:val="00884922"/>
    <w:rsid w:val="00885F64"/>
    <w:rsid w:val="008917F9"/>
    <w:rsid w:val="008A45F7"/>
    <w:rsid w:val="008B27E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9"/>
    <w:rsid w:val="00913768"/>
    <w:rsid w:val="00916188"/>
    <w:rsid w:val="00923D7D"/>
    <w:rsid w:val="009508DF"/>
    <w:rsid w:val="00950DAC"/>
    <w:rsid w:val="00954A07"/>
    <w:rsid w:val="00964BCE"/>
    <w:rsid w:val="00966AC8"/>
    <w:rsid w:val="00970C31"/>
    <w:rsid w:val="00977CC0"/>
    <w:rsid w:val="00991F71"/>
    <w:rsid w:val="00997F14"/>
    <w:rsid w:val="009A78D9"/>
    <w:rsid w:val="009C3E31"/>
    <w:rsid w:val="009C54AE"/>
    <w:rsid w:val="009C6A26"/>
    <w:rsid w:val="009C788E"/>
    <w:rsid w:val="009D3F3B"/>
    <w:rsid w:val="009D6F20"/>
    <w:rsid w:val="009E0543"/>
    <w:rsid w:val="009E3B41"/>
    <w:rsid w:val="009F1833"/>
    <w:rsid w:val="009F2951"/>
    <w:rsid w:val="009F3C5C"/>
    <w:rsid w:val="009F4610"/>
    <w:rsid w:val="009F7AB2"/>
    <w:rsid w:val="00A00ECC"/>
    <w:rsid w:val="00A01F10"/>
    <w:rsid w:val="00A155EE"/>
    <w:rsid w:val="00A2245B"/>
    <w:rsid w:val="00A2525C"/>
    <w:rsid w:val="00A30110"/>
    <w:rsid w:val="00A30FC3"/>
    <w:rsid w:val="00A36899"/>
    <w:rsid w:val="00A371F6"/>
    <w:rsid w:val="00A433D8"/>
    <w:rsid w:val="00A43BF6"/>
    <w:rsid w:val="00A4518B"/>
    <w:rsid w:val="00A53FA5"/>
    <w:rsid w:val="00A54817"/>
    <w:rsid w:val="00A601C8"/>
    <w:rsid w:val="00A60799"/>
    <w:rsid w:val="00A60CA6"/>
    <w:rsid w:val="00A84C85"/>
    <w:rsid w:val="00A92ED9"/>
    <w:rsid w:val="00A97DE1"/>
    <w:rsid w:val="00AA3D36"/>
    <w:rsid w:val="00AA761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3F"/>
    <w:rsid w:val="00B06142"/>
    <w:rsid w:val="00B135B1"/>
    <w:rsid w:val="00B2614A"/>
    <w:rsid w:val="00B30D26"/>
    <w:rsid w:val="00B3130B"/>
    <w:rsid w:val="00B349C1"/>
    <w:rsid w:val="00B40ADB"/>
    <w:rsid w:val="00B43B77"/>
    <w:rsid w:val="00B43E80"/>
    <w:rsid w:val="00B607DB"/>
    <w:rsid w:val="00B66529"/>
    <w:rsid w:val="00B74F75"/>
    <w:rsid w:val="00B75946"/>
    <w:rsid w:val="00B8056E"/>
    <w:rsid w:val="00B819C8"/>
    <w:rsid w:val="00B82308"/>
    <w:rsid w:val="00B83CA7"/>
    <w:rsid w:val="00B90885"/>
    <w:rsid w:val="00BA79D4"/>
    <w:rsid w:val="00BB520A"/>
    <w:rsid w:val="00BD3869"/>
    <w:rsid w:val="00BD66E9"/>
    <w:rsid w:val="00BD6FF4"/>
    <w:rsid w:val="00BD733D"/>
    <w:rsid w:val="00BF2C41"/>
    <w:rsid w:val="00C058B4"/>
    <w:rsid w:val="00C05F44"/>
    <w:rsid w:val="00C10B07"/>
    <w:rsid w:val="00C131B5"/>
    <w:rsid w:val="00C16ABF"/>
    <w:rsid w:val="00C16BA4"/>
    <w:rsid w:val="00C170AE"/>
    <w:rsid w:val="00C26CB7"/>
    <w:rsid w:val="00C324C1"/>
    <w:rsid w:val="00C36992"/>
    <w:rsid w:val="00C56036"/>
    <w:rsid w:val="00C61DC5"/>
    <w:rsid w:val="00C64677"/>
    <w:rsid w:val="00C67E92"/>
    <w:rsid w:val="00C70A26"/>
    <w:rsid w:val="00C766DF"/>
    <w:rsid w:val="00C80E20"/>
    <w:rsid w:val="00C94B98"/>
    <w:rsid w:val="00CA2B96"/>
    <w:rsid w:val="00CA2C1D"/>
    <w:rsid w:val="00CA5089"/>
    <w:rsid w:val="00CA56E5"/>
    <w:rsid w:val="00CD1542"/>
    <w:rsid w:val="00CD6897"/>
    <w:rsid w:val="00CE5BAC"/>
    <w:rsid w:val="00CF25BE"/>
    <w:rsid w:val="00CF78ED"/>
    <w:rsid w:val="00D02B25"/>
    <w:rsid w:val="00D02EBA"/>
    <w:rsid w:val="00D10B50"/>
    <w:rsid w:val="00D17C3C"/>
    <w:rsid w:val="00D17FE7"/>
    <w:rsid w:val="00D26B2C"/>
    <w:rsid w:val="00D352C9"/>
    <w:rsid w:val="00D425B2"/>
    <w:rsid w:val="00D428D6"/>
    <w:rsid w:val="00D552B2"/>
    <w:rsid w:val="00D56283"/>
    <w:rsid w:val="00D608D1"/>
    <w:rsid w:val="00D71C96"/>
    <w:rsid w:val="00D74119"/>
    <w:rsid w:val="00D8075B"/>
    <w:rsid w:val="00D86435"/>
    <w:rsid w:val="00D8678B"/>
    <w:rsid w:val="00D92712"/>
    <w:rsid w:val="00DA2114"/>
    <w:rsid w:val="00DA2A79"/>
    <w:rsid w:val="00DC1251"/>
    <w:rsid w:val="00DC504B"/>
    <w:rsid w:val="00DE04A5"/>
    <w:rsid w:val="00DE09C0"/>
    <w:rsid w:val="00DE4A14"/>
    <w:rsid w:val="00DF320D"/>
    <w:rsid w:val="00DF71C8"/>
    <w:rsid w:val="00E129B8"/>
    <w:rsid w:val="00E21E7D"/>
    <w:rsid w:val="00E22951"/>
    <w:rsid w:val="00E22FBC"/>
    <w:rsid w:val="00E24BF5"/>
    <w:rsid w:val="00E25338"/>
    <w:rsid w:val="00E51E44"/>
    <w:rsid w:val="00E52EA1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1E36"/>
    <w:rsid w:val="00ED32D2"/>
    <w:rsid w:val="00ED729E"/>
    <w:rsid w:val="00EE32DE"/>
    <w:rsid w:val="00EE5457"/>
    <w:rsid w:val="00F03A5B"/>
    <w:rsid w:val="00F070AB"/>
    <w:rsid w:val="00F1046B"/>
    <w:rsid w:val="00F17567"/>
    <w:rsid w:val="00F27A7B"/>
    <w:rsid w:val="00F526AF"/>
    <w:rsid w:val="00F617C3"/>
    <w:rsid w:val="00F62BFE"/>
    <w:rsid w:val="00F7066B"/>
    <w:rsid w:val="00F70813"/>
    <w:rsid w:val="00F743C1"/>
    <w:rsid w:val="00F83B28"/>
    <w:rsid w:val="00F84091"/>
    <w:rsid w:val="00F905A1"/>
    <w:rsid w:val="00F96D8E"/>
    <w:rsid w:val="00F974DA"/>
    <w:rsid w:val="00FA46E5"/>
    <w:rsid w:val="00FB7DBA"/>
    <w:rsid w:val="00FC1C25"/>
    <w:rsid w:val="00FC3F45"/>
    <w:rsid w:val="00FD503F"/>
    <w:rsid w:val="00FD7589"/>
    <w:rsid w:val="00FE0D94"/>
    <w:rsid w:val="00FE484F"/>
    <w:rsid w:val="00FF016A"/>
    <w:rsid w:val="00FF1401"/>
    <w:rsid w:val="00FF241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879E"/>
  <w15:docId w15:val="{D786FA1A-1FE2-4709-A98E-7EE673FA0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x4k7w5x">
    <w:name w:val="x4k7w5x"/>
    <w:basedOn w:val="Domylnaczcionkaakapitu"/>
    <w:rsid w:val="00804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990FB-B8B3-4927-8674-D518051A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1364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Gosztyła</cp:lastModifiedBy>
  <cp:revision>4</cp:revision>
  <cp:lastPrinted>2019-02-06T12:12:00Z</cp:lastPrinted>
  <dcterms:created xsi:type="dcterms:W3CDTF">2023-05-31T06:53:00Z</dcterms:created>
  <dcterms:modified xsi:type="dcterms:W3CDTF">2023-05-31T19:17:00Z</dcterms:modified>
</cp:coreProperties>
</file>